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2C7394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2C7394">
        <w:rPr>
          <w:rFonts w:ascii="Times New Roman" w:hAnsi="Times New Roman"/>
          <w:b/>
          <w:bCs/>
        </w:rPr>
        <w:t xml:space="preserve">   </w:t>
      </w:r>
      <w:r w:rsidR="00CD6897" w:rsidRPr="002C7394">
        <w:rPr>
          <w:rFonts w:ascii="Times New Roman" w:hAnsi="Times New Roman"/>
          <w:b/>
          <w:bCs/>
        </w:rPr>
        <w:tab/>
      </w:r>
      <w:r w:rsidR="00CD6897" w:rsidRPr="002C7394">
        <w:rPr>
          <w:rFonts w:ascii="Times New Roman" w:hAnsi="Times New Roman"/>
          <w:b/>
          <w:bCs/>
        </w:rPr>
        <w:tab/>
      </w:r>
      <w:r w:rsidR="00CD6897" w:rsidRPr="002C7394">
        <w:rPr>
          <w:rFonts w:ascii="Times New Roman" w:hAnsi="Times New Roman"/>
          <w:b/>
          <w:bCs/>
        </w:rPr>
        <w:tab/>
      </w:r>
      <w:r w:rsidR="00CD6897" w:rsidRPr="002C7394">
        <w:rPr>
          <w:rFonts w:ascii="Times New Roman" w:hAnsi="Times New Roman"/>
          <w:b/>
          <w:bCs/>
        </w:rPr>
        <w:tab/>
      </w:r>
      <w:r w:rsidR="00CD6897" w:rsidRPr="002C7394">
        <w:rPr>
          <w:rFonts w:ascii="Times New Roman" w:hAnsi="Times New Roman"/>
          <w:b/>
          <w:bCs/>
        </w:rPr>
        <w:tab/>
      </w:r>
      <w:r w:rsidR="00CD6897" w:rsidRPr="002C7394">
        <w:rPr>
          <w:rFonts w:ascii="Times New Roman" w:hAnsi="Times New Roman"/>
          <w:b/>
          <w:bCs/>
        </w:rPr>
        <w:tab/>
      </w:r>
      <w:r w:rsidR="00D8678B" w:rsidRPr="002C7394">
        <w:rPr>
          <w:rFonts w:ascii="Times New Roman" w:hAnsi="Times New Roman"/>
          <w:bCs/>
          <w:i/>
        </w:rPr>
        <w:t xml:space="preserve">Załącznik nr </w:t>
      </w:r>
      <w:r w:rsidR="006F31E2" w:rsidRPr="002C7394">
        <w:rPr>
          <w:rFonts w:ascii="Times New Roman" w:hAnsi="Times New Roman"/>
          <w:bCs/>
          <w:i/>
        </w:rPr>
        <w:t>1.5</w:t>
      </w:r>
      <w:r w:rsidR="00D8678B" w:rsidRPr="002C7394">
        <w:rPr>
          <w:rFonts w:ascii="Times New Roman" w:hAnsi="Times New Roman"/>
          <w:bCs/>
          <w:i/>
        </w:rPr>
        <w:t xml:space="preserve"> do Zarządzenia</w:t>
      </w:r>
      <w:r w:rsidR="002A22BF" w:rsidRPr="002C7394">
        <w:rPr>
          <w:rFonts w:ascii="Times New Roman" w:hAnsi="Times New Roman"/>
          <w:bCs/>
          <w:i/>
        </w:rPr>
        <w:t xml:space="preserve"> Rektora UR </w:t>
      </w:r>
      <w:r w:rsidR="00CD6897" w:rsidRPr="002C7394">
        <w:rPr>
          <w:rFonts w:ascii="Times New Roman" w:hAnsi="Times New Roman"/>
          <w:bCs/>
          <w:i/>
        </w:rPr>
        <w:t xml:space="preserve"> nr </w:t>
      </w:r>
      <w:r w:rsidR="00F17567" w:rsidRPr="002C7394">
        <w:rPr>
          <w:rFonts w:ascii="Times New Roman" w:hAnsi="Times New Roman"/>
          <w:bCs/>
          <w:i/>
        </w:rPr>
        <w:t>12/2019</w:t>
      </w:r>
    </w:p>
    <w:p w:rsidR="0085747A" w:rsidRPr="002C7394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C7394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2C7394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2C7394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2C7394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DA4EBE" w:rsidRPr="002C7394">
        <w:rPr>
          <w:rFonts w:ascii="Times New Roman" w:hAnsi="Times New Roman"/>
          <w:i/>
          <w:smallCaps/>
          <w:sz w:val="24"/>
          <w:szCs w:val="24"/>
        </w:rPr>
        <w:t>2019-2022</w:t>
      </w:r>
    </w:p>
    <w:p w:rsidR="0085747A" w:rsidRPr="002C7394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2C7394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</w:t>
      </w:r>
      <w:r w:rsidR="002C7394">
        <w:rPr>
          <w:rFonts w:ascii="Times New Roman" w:hAnsi="Times New Roman"/>
          <w:i/>
          <w:sz w:val="24"/>
          <w:szCs w:val="24"/>
        </w:rPr>
        <w:t xml:space="preserve"> </w:t>
      </w:r>
      <w:r w:rsidR="0085747A" w:rsidRPr="002C7394">
        <w:rPr>
          <w:rFonts w:ascii="Times New Roman" w:hAnsi="Times New Roman"/>
          <w:i/>
          <w:sz w:val="20"/>
          <w:szCs w:val="20"/>
        </w:rPr>
        <w:t>(skrajne daty</w:t>
      </w:r>
      <w:r w:rsidR="0085747A" w:rsidRPr="002C7394">
        <w:rPr>
          <w:rFonts w:ascii="Times New Roman" w:hAnsi="Times New Roman"/>
          <w:sz w:val="20"/>
          <w:szCs w:val="20"/>
        </w:rPr>
        <w:t>)</w:t>
      </w:r>
    </w:p>
    <w:p w:rsidR="00445970" w:rsidRPr="002C7394" w:rsidRDefault="00445970" w:rsidP="00EA4832">
      <w:pPr>
        <w:spacing w:after="0" w:line="240" w:lineRule="exact"/>
        <w:jc w:val="both"/>
        <w:rPr>
          <w:rFonts w:ascii="Times New Roman" w:hAnsi="Times New Roman"/>
          <w:szCs w:val="20"/>
        </w:rPr>
      </w:pPr>
      <w:r w:rsidRPr="002C7394">
        <w:rPr>
          <w:rFonts w:ascii="Times New Roman" w:hAnsi="Times New Roman"/>
          <w:sz w:val="20"/>
          <w:szCs w:val="20"/>
        </w:rPr>
        <w:tab/>
      </w:r>
      <w:r w:rsidRPr="002C7394">
        <w:rPr>
          <w:rFonts w:ascii="Times New Roman" w:hAnsi="Times New Roman"/>
          <w:sz w:val="20"/>
          <w:szCs w:val="20"/>
        </w:rPr>
        <w:tab/>
      </w:r>
      <w:r w:rsidRPr="002C7394">
        <w:rPr>
          <w:rFonts w:ascii="Times New Roman" w:hAnsi="Times New Roman"/>
          <w:sz w:val="20"/>
          <w:szCs w:val="20"/>
        </w:rPr>
        <w:tab/>
      </w:r>
      <w:r w:rsidRPr="002C7394">
        <w:rPr>
          <w:rFonts w:ascii="Times New Roman" w:hAnsi="Times New Roman"/>
          <w:sz w:val="20"/>
          <w:szCs w:val="20"/>
        </w:rPr>
        <w:tab/>
      </w:r>
      <w:r w:rsidRPr="002C7394">
        <w:rPr>
          <w:rFonts w:ascii="Times New Roman" w:hAnsi="Times New Roman"/>
          <w:szCs w:val="20"/>
        </w:rPr>
        <w:t xml:space="preserve">Rok akademicki </w:t>
      </w:r>
      <w:r w:rsidR="00DA4EBE" w:rsidRPr="002C7394">
        <w:rPr>
          <w:rFonts w:ascii="Times New Roman" w:hAnsi="Times New Roman"/>
          <w:szCs w:val="20"/>
        </w:rPr>
        <w:t>2019/2020</w:t>
      </w:r>
    </w:p>
    <w:p w:rsidR="0085747A" w:rsidRPr="002C7394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Default="0085747A" w:rsidP="002C7394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2C7394">
        <w:rPr>
          <w:sz w:val="22"/>
        </w:rPr>
        <w:t xml:space="preserve">Podstawowe </w:t>
      </w:r>
      <w:r w:rsidR="00445970" w:rsidRPr="002C7394">
        <w:rPr>
          <w:sz w:val="22"/>
        </w:rPr>
        <w:t>informacje o przedmiocie</w:t>
      </w:r>
    </w:p>
    <w:p w:rsidR="002C7394" w:rsidRPr="002C7394" w:rsidRDefault="002C7394" w:rsidP="002C7394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C7394" w:rsidRDefault="00403819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2C7394">
              <w:rPr>
                <w:sz w:val="22"/>
              </w:rPr>
              <w:t>Historyczno-prawne podstawy funkcjonowania rodziny</w:t>
            </w:r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Kod przedmiotu</w:t>
            </w:r>
            <w:r w:rsidR="0085747A" w:rsidRPr="002C7394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C7394" w:rsidRDefault="002C739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nazwa</w:t>
            </w:r>
            <w:r w:rsidR="00C05F44" w:rsidRPr="002C7394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C7394" w:rsidRDefault="00C8753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C7394" w:rsidRDefault="005237A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C7394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Nauki o rodzinie</w:t>
            </w:r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C7394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I</w:t>
            </w:r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C7394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praktyczny</w:t>
            </w:r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C7394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stacjonarne</w:t>
            </w:r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Rok i semestr</w:t>
            </w:r>
            <w:r w:rsidR="0030395F" w:rsidRPr="002C7394">
              <w:rPr>
                <w:sz w:val="22"/>
                <w:szCs w:val="22"/>
              </w:rPr>
              <w:t>/y</w:t>
            </w:r>
            <w:r w:rsidRPr="002C7394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C7394" w:rsidRDefault="002540F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Rok 1, semestr 1</w:t>
            </w:r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C7394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Przedmioty</w:t>
            </w:r>
            <w:r w:rsidR="00CA773C" w:rsidRPr="002C7394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2C7394" w:rsidTr="00B819C8">
        <w:tc>
          <w:tcPr>
            <w:tcW w:w="2694" w:type="dxa"/>
            <w:vAlign w:val="center"/>
          </w:tcPr>
          <w:p w:rsidR="00923D7D" w:rsidRPr="002C739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C7394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polski</w:t>
            </w:r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C7394" w:rsidRDefault="008B106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 xml:space="preserve">Dr Ewa </w:t>
            </w:r>
            <w:r w:rsidR="0001104C" w:rsidRPr="002C7394">
              <w:rPr>
                <w:b w:val="0"/>
                <w:sz w:val="22"/>
              </w:rPr>
              <w:t>M</w:t>
            </w:r>
            <w:r w:rsidRPr="002C7394">
              <w:rPr>
                <w:b w:val="0"/>
                <w:sz w:val="22"/>
              </w:rPr>
              <w:t>arkowska-Gos</w:t>
            </w:r>
          </w:p>
        </w:tc>
      </w:tr>
      <w:tr w:rsidR="0085747A" w:rsidRPr="002C7394" w:rsidTr="00B819C8">
        <w:tc>
          <w:tcPr>
            <w:tcW w:w="2694" w:type="dxa"/>
            <w:vAlign w:val="center"/>
          </w:tcPr>
          <w:p w:rsidR="0085747A" w:rsidRPr="002C739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C7394" w:rsidRDefault="00161D0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Dr Ewa Markowska-Gos</w:t>
            </w:r>
          </w:p>
        </w:tc>
      </w:tr>
    </w:tbl>
    <w:p w:rsidR="0085747A" w:rsidRPr="002C7394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2C7394">
        <w:rPr>
          <w:szCs w:val="22"/>
        </w:rPr>
        <w:t xml:space="preserve">* </w:t>
      </w:r>
      <w:r w:rsidRPr="002C7394">
        <w:rPr>
          <w:i/>
          <w:szCs w:val="22"/>
        </w:rPr>
        <w:t>-</w:t>
      </w:r>
      <w:r w:rsidR="00B90885" w:rsidRPr="002C7394">
        <w:rPr>
          <w:b w:val="0"/>
          <w:i/>
          <w:szCs w:val="22"/>
        </w:rPr>
        <w:t>opcjonalni</w:t>
      </w:r>
      <w:r w:rsidR="00B90885" w:rsidRPr="002C7394">
        <w:rPr>
          <w:b w:val="0"/>
          <w:szCs w:val="22"/>
        </w:rPr>
        <w:t>e,</w:t>
      </w:r>
      <w:r w:rsidRPr="002C7394">
        <w:rPr>
          <w:i/>
          <w:szCs w:val="22"/>
        </w:rPr>
        <w:t xml:space="preserve"> </w:t>
      </w:r>
      <w:r w:rsidRPr="002C7394">
        <w:rPr>
          <w:b w:val="0"/>
          <w:i/>
          <w:szCs w:val="22"/>
        </w:rPr>
        <w:t xml:space="preserve">zgodnie z ustaleniami </w:t>
      </w:r>
      <w:r w:rsidR="00B90885" w:rsidRPr="002C7394">
        <w:rPr>
          <w:b w:val="0"/>
          <w:i/>
          <w:szCs w:val="22"/>
        </w:rPr>
        <w:t>w Jednostce</w:t>
      </w:r>
    </w:p>
    <w:p w:rsidR="00923D7D" w:rsidRPr="002C7394" w:rsidRDefault="00923D7D" w:rsidP="009C54AE">
      <w:pPr>
        <w:pStyle w:val="Podpunkty"/>
        <w:ind w:left="0"/>
        <w:rPr>
          <w:szCs w:val="22"/>
        </w:rPr>
      </w:pPr>
    </w:p>
    <w:p w:rsidR="0085747A" w:rsidRPr="002C7394" w:rsidRDefault="0085747A" w:rsidP="009C54AE">
      <w:pPr>
        <w:pStyle w:val="Podpunkty"/>
        <w:ind w:left="284"/>
        <w:rPr>
          <w:szCs w:val="22"/>
        </w:rPr>
      </w:pPr>
      <w:r w:rsidRPr="002C7394">
        <w:rPr>
          <w:szCs w:val="22"/>
        </w:rPr>
        <w:t>1.</w:t>
      </w:r>
      <w:r w:rsidR="00E22FBC" w:rsidRPr="002C7394">
        <w:rPr>
          <w:szCs w:val="22"/>
        </w:rPr>
        <w:t>1</w:t>
      </w:r>
      <w:r w:rsidRPr="002C7394">
        <w:rPr>
          <w:szCs w:val="22"/>
        </w:rPr>
        <w:t xml:space="preserve">.Formy zajęć dydaktycznych, wymiar godzin i punktów ECTS </w:t>
      </w:r>
    </w:p>
    <w:p w:rsidR="00923D7D" w:rsidRPr="002C7394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C7394" w:rsidTr="002C73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015B8F" w:rsidP="002C7394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C7394">
              <w:rPr>
                <w:sz w:val="22"/>
              </w:rPr>
              <w:t>Semestr</w:t>
            </w:r>
          </w:p>
          <w:p w:rsidR="00015B8F" w:rsidRPr="002C7394" w:rsidRDefault="002B5EA0" w:rsidP="002C7394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C7394">
              <w:rPr>
                <w:sz w:val="22"/>
              </w:rPr>
              <w:t>(</w:t>
            </w:r>
            <w:r w:rsidR="00363F78" w:rsidRPr="002C7394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7394" w:rsidRDefault="00015B8F" w:rsidP="002C7394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C7394">
              <w:rPr>
                <w:sz w:val="22"/>
              </w:rPr>
              <w:t>Wykł</w:t>
            </w:r>
            <w:proofErr w:type="spellEnd"/>
            <w:r w:rsidRPr="002C7394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7394" w:rsidRDefault="00015B8F" w:rsidP="002C7394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C7394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7394" w:rsidRDefault="00015B8F" w:rsidP="002C7394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C7394">
              <w:rPr>
                <w:sz w:val="22"/>
              </w:rPr>
              <w:t>Konw</w:t>
            </w:r>
            <w:proofErr w:type="spellEnd"/>
            <w:r w:rsidRPr="002C7394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7394" w:rsidRDefault="00015B8F" w:rsidP="002C7394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C7394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015B8F" w:rsidP="002C7394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C7394">
              <w:rPr>
                <w:sz w:val="22"/>
              </w:rPr>
              <w:t>Sem</w:t>
            </w:r>
            <w:proofErr w:type="spellEnd"/>
            <w:r w:rsidRPr="002C7394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7394" w:rsidRDefault="00015B8F" w:rsidP="002C7394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C7394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7394" w:rsidRDefault="00015B8F" w:rsidP="002C7394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C7394">
              <w:rPr>
                <w:sz w:val="22"/>
              </w:rPr>
              <w:t>Prakt</w:t>
            </w:r>
            <w:proofErr w:type="spellEnd"/>
            <w:r w:rsidRPr="002C7394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7394" w:rsidRDefault="00015B8F" w:rsidP="002C7394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C7394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C7394" w:rsidRDefault="00015B8F" w:rsidP="002C7394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2C7394">
              <w:rPr>
                <w:b/>
                <w:sz w:val="22"/>
              </w:rPr>
              <w:t>Liczba pkt</w:t>
            </w:r>
            <w:r w:rsidR="00B90885" w:rsidRPr="002C7394">
              <w:rPr>
                <w:b/>
                <w:sz w:val="22"/>
              </w:rPr>
              <w:t>.</w:t>
            </w:r>
            <w:r w:rsidRPr="002C7394">
              <w:rPr>
                <w:b/>
                <w:sz w:val="22"/>
              </w:rPr>
              <w:t xml:space="preserve"> ECTS</w:t>
            </w:r>
          </w:p>
        </w:tc>
      </w:tr>
      <w:tr w:rsidR="00015B8F" w:rsidRPr="002C7394" w:rsidTr="002C73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2540F4" w:rsidP="002C7394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2540F4" w:rsidP="002C7394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015B8F" w:rsidP="002C7394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015B8F" w:rsidP="002C7394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015B8F" w:rsidP="002C7394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015B8F" w:rsidP="002C7394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015B8F" w:rsidP="002C7394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015B8F" w:rsidP="002C7394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015B8F" w:rsidP="002C7394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C7394" w:rsidRDefault="002540F4" w:rsidP="002C7394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2C7394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2C7394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2C7394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2C739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2C7394">
        <w:rPr>
          <w:smallCaps w:val="0"/>
          <w:sz w:val="22"/>
        </w:rPr>
        <w:t>1.</w:t>
      </w:r>
      <w:r w:rsidR="00E22FBC" w:rsidRPr="002C7394">
        <w:rPr>
          <w:smallCaps w:val="0"/>
          <w:sz w:val="22"/>
        </w:rPr>
        <w:t>2</w:t>
      </w:r>
      <w:r w:rsidR="00F83B28" w:rsidRPr="002C7394">
        <w:rPr>
          <w:smallCaps w:val="0"/>
          <w:sz w:val="22"/>
        </w:rPr>
        <w:t>.</w:t>
      </w:r>
      <w:r w:rsidR="00F83B28" w:rsidRPr="002C7394">
        <w:rPr>
          <w:smallCaps w:val="0"/>
          <w:sz w:val="22"/>
        </w:rPr>
        <w:tab/>
      </w:r>
      <w:r w:rsidRPr="002C7394">
        <w:rPr>
          <w:smallCaps w:val="0"/>
          <w:sz w:val="22"/>
        </w:rPr>
        <w:t xml:space="preserve">Sposób realizacji zajęć  </w:t>
      </w:r>
    </w:p>
    <w:p w:rsidR="002C7394" w:rsidRDefault="002C7394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85747A" w:rsidRPr="002C7394" w:rsidRDefault="002C7394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2C7394">
        <w:rPr>
          <w:rFonts w:eastAsia="MS Gothic"/>
          <w:b w:val="0"/>
          <w:sz w:val="22"/>
          <w:u w:val="single"/>
        </w:rPr>
        <w:t>x</w:t>
      </w:r>
      <w:r w:rsidR="0085747A" w:rsidRPr="002C7394">
        <w:rPr>
          <w:b w:val="0"/>
          <w:smallCaps w:val="0"/>
          <w:sz w:val="22"/>
          <w:u w:val="single"/>
        </w:rPr>
        <w:t xml:space="preserve"> </w:t>
      </w:r>
      <w:r w:rsidR="00D50A1C">
        <w:rPr>
          <w:b w:val="0"/>
          <w:smallCaps w:val="0"/>
          <w:sz w:val="22"/>
          <w:u w:val="single"/>
        </w:rPr>
        <w:t xml:space="preserve"> </w:t>
      </w:r>
      <w:r w:rsidR="0085747A" w:rsidRPr="002C7394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2C7394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2C7394">
        <w:rPr>
          <w:rFonts w:ascii="Segoe UI Symbol" w:eastAsia="MS Gothic" w:hAnsi="Segoe UI Symbol" w:cs="Segoe UI Symbol"/>
          <w:b w:val="0"/>
          <w:sz w:val="22"/>
        </w:rPr>
        <w:t>☐</w:t>
      </w:r>
      <w:r w:rsidRPr="002C7394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2C7394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2C739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2C7394">
        <w:rPr>
          <w:smallCaps w:val="0"/>
          <w:sz w:val="22"/>
        </w:rPr>
        <w:t xml:space="preserve">1.3 </w:t>
      </w:r>
      <w:r w:rsidR="00F83B28" w:rsidRPr="002C7394">
        <w:rPr>
          <w:smallCaps w:val="0"/>
          <w:sz w:val="22"/>
        </w:rPr>
        <w:tab/>
      </w:r>
      <w:r w:rsidRPr="002C7394">
        <w:rPr>
          <w:smallCaps w:val="0"/>
          <w:sz w:val="22"/>
        </w:rPr>
        <w:t>For</w:t>
      </w:r>
      <w:r w:rsidR="00445970" w:rsidRPr="002C7394">
        <w:rPr>
          <w:smallCaps w:val="0"/>
          <w:sz w:val="22"/>
        </w:rPr>
        <w:t xml:space="preserve">ma zaliczenia przedmiotu </w:t>
      </w:r>
      <w:r w:rsidRPr="002C7394">
        <w:rPr>
          <w:smallCaps w:val="0"/>
          <w:sz w:val="22"/>
        </w:rPr>
        <w:t xml:space="preserve"> (z toku) </w:t>
      </w:r>
      <w:r w:rsidRPr="002C7394">
        <w:rPr>
          <w:b w:val="0"/>
          <w:smallCaps w:val="0"/>
          <w:sz w:val="22"/>
        </w:rPr>
        <w:t>(egzamin, zaliczenie z oceną, zaliczenie bez oceny)</w:t>
      </w:r>
    </w:p>
    <w:p w:rsidR="002C7394" w:rsidRDefault="002C7394" w:rsidP="002C7394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2C7394" w:rsidRDefault="002540F4" w:rsidP="002C7394">
      <w:pPr>
        <w:pStyle w:val="Punktygwne"/>
        <w:spacing w:before="0" w:after="0"/>
        <w:ind w:firstLine="708"/>
        <w:rPr>
          <w:b w:val="0"/>
          <w:sz w:val="22"/>
        </w:rPr>
      </w:pPr>
      <w:r w:rsidRPr="002C7394">
        <w:rPr>
          <w:b w:val="0"/>
          <w:sz w:val="22"/>
        </w:rPr>
        <w:t>praca projektowa</w:t>
      </w:r>
    </w:p>
    <w:p w:rsidR="00E960BB" w:rsidRPr="002C7394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2C7394">
        <w:rPr>
          <w:sz w:val="22"/>
        </w:rPr>
        <w:t xml:space="preserve">2.Wymagania wstępne </w:t>
      </w:r>
    </w:p>
    <w:p w:rsidR="002C7394" w:rsidRPr="002C7394" w:rsidRDefault="002C7394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7394" w:rsidTr="00745302">
        <w:tc>
          <w:tcPr>
            <w:tcW w:w="9670" w:type="dxa"/>
          </w:tcPr>
          <w:p w:rsidR="0085747A" w:rsidRPr="002C7394" w:rsidRDefault="00D34C9D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2C7394">
              <w:rPr>
                <w:b w:val="0"/>
                <w:smallCaps w:val="0"/>
                <w:color w:val="000000"/>
                <w:sz w:val="22"/>
              </w:rPr>
              <w:t>Posiadanie  przez studenta  wiedzy z zakresu  podstaw socjologii tj. wiedzy o społeczeństwie.</w:t>
            </w:r>
          </w:p>
        </w:tc>
      </w:tr>
    </w:tbl>
    <w:p w:rsidR="00153C41" w:rsidRPr="002C7394" w:rsidRDefault="00153C41" w:rsidP="009C54AE">
      <w:pPr>
        <w:pStyle w:val="Punktygwne"/>
        <w:spacing w:before="0" w:after="0"/>
        <w:rPr>
          <w:sz w:val="22"/>
        </w:rPr>
      </w:pPr>
    </w:p>
    <w:p w:rsidR="0085747A" w:rsidRPr="002C7394" w:rsidRDefault="002C7394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2C7394">
        <w:rPr>
          <w:sz w:val="22"/>
        </w:rPr>
        <w:lastRenderedPageBreak/>
        <w:t>3.</w:t>
      </w:r>
      <w:r w:rsidR="0085747A" w:rsidRPr="002C7394">
        <w:rPr>
          <w:sz w:val="22"/>
        </w:rPr>
        <w:t xml:space="preserve"> </w:t>
      </w:r>
      <w:r w:rsidR="00A84C85" w:rsidRPr="002C7394">
        <w:rPr>
          <w:sz w:val="22"/>
        </w:rPr>
        <w:t>cele, efekty uczenia się</w:t>
      </w:r>
      <w:r w:rsidR="0085747A" w:rsidRPr="002C7394">
        <w:rPr>
          <w:sz w:val="22"/>
        </w:rPr>
        <w:t xml:space="preserve"> , treści Programowe i stosowane metody Dydaktyczne</w:t>
      </w:r>
    </w:p>
    <w:p w:rsidR="0085747A" w:rsidRPr="002C7394" w:rsidRDefault="0085747A" w:rsidP="009C54AE">
      <w:pPr>
        <w:pStyle w:val="Punktygwne"/>
        <w:spacing w:before="0" w:after="0"/>
        <w:rPr>
          <w:sz w:val="22"/>
        </w:rPr>
      </w:pPr>
    </w:p>
    <w:p w:rsidR="0085747A" w:rsidRPr="002C7394" w:rsidRDefault="0071620A" w:rsidP="009C54AE">
      <w:pPr>
        <w:pStyle w:val="Podpunkty"/>
        <w:rPr>
          <w:szCs w:val="22"/>
        </w:rPr>
      </w:pPr>
      <w:r w:rsidRPr="002C7394">
        <w:rPr>
          <w:szCs w:val="22"/>
        </w:rPr>
        <w:t xml:space="preserve">3.1 </w:t>
      </w:r>
      <w:r w:rsidR="00C05F44" w:rsidRPr="002C7394">
        <w:rPr>
          <w:szCs w:val="22"/>
        </w:rPr>
        <w:t>Cele przedmiotu</w:t>
      </w:r>
    </w:p>
    <w:p w:rsidR="00F83B28" w:rsidRPr="002C7394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C7394" w:rsidTr="002C7394">
        <w:tc>
          <w:tcPr>
            <w:tcW w:w="851" w:type="dxa"/>
            <w:vAlign w:val="center"/>
          </w:tcPr>
          <w:p w:rsidR="0085747A" w:rsidRPr="002C7394" w:rsidRDefault="0085747A" w:rsidP="00D34C9D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2C7394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C7394" w:rsidRDefault="00D34C9D" w:rsidP="00D34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>Posiadanie  przez studenta  wiedzy z zakresu rozwoju  rodziny i form  życia  rodzinnego  na  przestrzeni wieków.</w:t>
            </w:r>
          </w:p>
        </w:tc>
      </w:tr>
      <w:tr w:rsidR="0085747A" w:rsidRPr="002C7394" w:rsidTr="002C7394">
        <w:tc>
          <w:tcPr>
            <w:tcW w:w="851" w:type="dxa"/>
            <w:vAlign w:val="center"/>
          </w:tcPr>
          <w:p w:rsidR="0085747A" w:rsidRPr="002C7394" w:rsidRDefault="00D34C9D" w:rsidP="00D34C9D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2C7394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D34C9D" w:rsidRPr="002C7394" w:rsidRDefault="00D34C9D" w:rsidP="00D34C9D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2C7394">
              <w:rPr>
                <w:b w:val="0"/>
                <w:szCs w:val="22"/>
              </w:rPr>
              <w:t>Nabycie przez studenta  świadomości w zakresie  wpływu rozwoju cywilizacji na</w:t>
            </w:r>
          </w:p>
          <w:p w:rsidR="00D34C9D" w:rsidRPr="002C7394" w:rsidRDefault="00D34C9D" w:rsidP="00D34C9D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2C7394">
              <w:rPr>
                <w:b w:val="0"/>
                <w:szCs w:val="22"/>
              </w:rPr>
              <w:t>ewolucję  społeczeństwa, co nie  jest  obojętne, tak dla jednostki, jak  też rodziny</w:t>
            </w:r>
          </w:p>
          <w:p w:rsidR="0085747A" w:rsidRPr="002C7394" w:rsidRDefault="00D34C9D" w:rsidP="00D34C9D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2C7394">
              <w:rPr>
                <w:b w:val="0"/>
                <w:szCs w:val="22"/>
              </w:rPr>
              <w:t>odbijającej zmiany społeczne.</w:t>
            </w:r>
          </w:p>
        </w:tc>
      </w:tr>
      <w:tr w:rsidR="0085747A" w:rsidRPr="002C7394" w:rsidTr="002C7394">
        <w:tc>
          <w:tcPr>
            <w:tcW w:w="851" w:type="dxa"/>
            <w:vAlign w:val="center"/>
          </w:tcPr>
          <w:p w:rsidR="0085747A" w:rsidRPr="002C7394" w:rsidRDefault="0085747A" w:rsidP="00D34C9D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2C7394">
              <w:rPr>
                <w:b w:val="0"/>
                <w:szCs w:val="22"/>
              </w:rPr>
              <w:t>C</w:t>
            </w:r>
            <w:r w:rsidR="00D34C9D" w:rsidRPr="002C7394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D34C9D" w:rsidRPr="002C7394" w:rsidRDefault="00D34C9D" w:rsidP="00D34C9D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2C7394">
              <w:rPr>
                <w:b w:val="0"/>
                <w:szCs w:val="22"/>
              </w:rPr>
              <w:t>Nabycie  przez studenta   wiedzy z zakresu wiodących zagadnień  prawa rodzinnego</w:t>
            </w:r>
          </w:p>
          <w:p w:rsidR="0085747A" w:rsidRPr="002C7394" w:rsidRDefault="00D34C9D" w:rsidP="00D34C9D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2C7394">
              <w:rPr>
                <w:b w:val="0"/>
                <w:szCs w:val="22"/>
              </w:rPr>
              <w:t>(zarys problematyki).</w:t>
            </w:r>
          </w:p>
        </w:tc>
      </w:tr>
    </w:tbl>
    <w:p w:rsidR="0085747A" w:rsidRPr="002C7394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2C7394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2C7394">
        <w:rPr>
          <w:rFonts w:ascii="Times New Roman" w:hAnsi="Times New Roman"/>
          <w:b/>
        </w:rPr>
        <w:t xml:space="preserve">3.2 </w:t>
      </w:r>
      <w:r w:rsidR="001D7B54" w:rsidRPr="002C7394">
        <w:rPr>
          <w:rFonts w:ascii="Times New Roman" w:hAnsi="Times New Roman"/>
          <w:b/>
        </w:rPr>
        <w:t xml:space="preserve">Efekty </w:t>
      </w:r>
      <w:r w:rsidR="00C05F44" w:rsidRPr="002C7394">
        <w:rPr>
          <w:rFonts w:ascii="Times New Roman" w:hAnsi="Times New Roman"/>
          <w:b/>
        </w:rPr>
        <w:t xml:space="preserve">uczenia się </w:t>
      </w:r>
      <w:r w:rsidR="001D7B54" w:rsidRPr="002C7394">
        <w:rPr>
          <w:rFonts w:ascii="Times New Roman" w:hAnsi="Times New Roman"/>
          <w:b/>
        </w:rPr>
        <w:t>dla przedmiotu</w:t>
      </w:r>
      <w:r w:rsidR="00445970" w:rsidRPr="002C7394">
        <w:rPr>
          <w:rFonts w:ascii="Times New Roman" w:hAnsi="Times New Roman"/>
        </w:rPr>
        <w:t xml:space="preserve"> </w:t>
      </w:r>
    </w:p>
    <w:p w:rsidR="001D7B54" w:rsidRPr="002C7394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C7394" w:rsidTr="008A4C42">
        <w:tc>
          <w:tcPr>
            <w:tcW w:w="1681" w:type="dxa"/>
            <w:vAlign w:val="center"/>
          </w:tcPr>
          <w:p w:rsidR="0085747A" w:rsidRPr="002C739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C7394">
              <w:rPr>
                <w:smallCaps w:val="0"/>
                <w:sz w:val="22"/>
              </w:rPr>
              <w:t>EK</w:t>
            </w:r>
            <w:r w:rsidR="00A84C85" w:rsidRPr="002C7394">
              <w:rPr>
                <w:b w:val="0"/>
                <w:smallCaps w:val="0"/>
                <w:sz w:val="22"/>
              </w:rPr>
              <w:t xml:space="preserve"> (</w:t>
            </w:r>
            <w:r w:rsidR="00C05F44" w:rsidRPr="002C7394">
              <w:rPr>
                <w:b w:val="0"/>
                <w:smallCaps w:val="0"/>
                <w:sz w:val="22"/>
              </w:rPr>
              <w:t>efekt uczenia się</w:t>
            </w:r>
            <w:r w:rsidR="00B82308" w:rsidRPr="002C7394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2C7394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2C7394">
              <w:rPr>
                <w:b w:val="0"/>
                <w:smallCaps w:val="0"/>
                <w:sz w:val="22"/>
              </w:rPr>
              <w:t xml:space="preserve">uczenia się </w:t>
            </w:r>
            <w:r w:rsidRPr="002C7394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2C7394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2C7394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2C7394" w:rsidTr="008A4C42">
        <w:tc>
          <w:tcPr>
            <w:tcW w:w="1681" w:type="dxa"/>
          </w:tcPr>
          <w:p w:rsidR="0085747A" w:rsidRPr="002C739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EK</w:t>
            </w:r>
            <w:r w:rsidRPr="002C7394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2C7394" w:rsidRDefault="00D34C9D" w:rsidP="002C7394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Przedstawi podmiotowe i metodologiczne powiązania wiedzy z</w:t>
            </w:r>
            <w:r w:rsid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 </w:t>
            </w:r>
            <w:r w:rsidRP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zakresu nauk o rodzinie z historią,  socjologią, prawem.</w:t>
            </w:r>
          </w:p>
        </w:tc>
        <w:tc>
          <w:tcPr>
            <w:tcW w:w="1865" w:type="dxa"/>
          </w:tcPr>
          <w:p w:rsidR="0085747A" w:rsidRPr="002C7394" w:rsidRDefault="008A4C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2C7394" w:rsidTr="008A4C42">
        <w:tc>
          <w:tcPr>
            <w:tcW w:w="1681" w:type="dxa"/>
          </w:tcPr>
          <w:p w:rsidR="0085747A" w:rsidRPr="002C739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85747A" w:rsidRPr="002C7394" w:rsidRDefault="008A4C42" w:rsidP="002C7394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Dokona charakterystyki podstawowej wiedzy o  funkcjonowaniu rodziny na przestrzeni  rozwoju historycznego społeczeństw .</w:t>
            </w:r>
          </w:p>
        </w:tc>
        <w:tc>
          <w:tcPr>
            <w:tcW w:w="1865" w:type="dxa"/>
          </w:tcPr>
          <w:p w:rsidR="0085747A" w:rsidRPr="002C7394" w:rsidRDefault="008A4C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K_W05</w:t>
            </w:r>
          </w:p>
        </w:tc>
      </w:tr>
      <w:tr w:rsidR="0085747A" w:rsidRPr="002C7394" w:rsidTr="008A4C42">
        <w:tc>
          <w:tcPr>
            <w:tcW w:w="1681" w:type="dxa"/>
          </w:tcPr>
          <w:p w:rsidR="0085747A" w:rsidRPr="002C739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EK_</w:t>
            </w:r>
            <w:r w:rsidR="00D34C9D" w:rsidRPr="002C7394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5974" w:type="dxa"/>
          </w:tcPr>
          <w:p w:rsidR="0085747A" w:rsidRPr="002C7394" w:rsidRDefault="008A4C42" w:rsidP="002C7394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 xml:space="preserve">Przedstawi historyczne, ekonomiczne i </w:t>
            </w:r>
            <w:proofErr w:type="spellStart"/>
            <w:r w:rsidRP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socjo</w:t>
            </w:r>
            <w:proofErr w:type="spellEnd"/>
            <w:r w:rsidRP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-kulturowe  uwarunkowania funkcjonowania  rodziny na  przestrzeni wieków.</w:t>
            </w:r>
          </w:p>
        </w:tc>
        <w:tc>
          <w:tcPr>
            <w:tcW w:w="1865" w:type="dxa"/>
          </w:tcPr>
          <w:p w:rsidR="0085747A" w:rsidRPr="002C7394" w:rsidRDefault="008A4C4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K_W07</w:t>
            </w:r>
          </w:p>
        </w:tc>
      </w:tr>
      <w:tr w:rsidR="008A4C42" w:rsidRPr="002C7394" w:rsidTr="008A4C42">
        <w:tc>
          <w:tcPr>
            <w:tcW w:w="1681" w:type="dxa"/>
          </w:tcPr>
          <w:p w:rsidR="008A4C42" w:rsidRPr="002C7394" w:rsidRDefault="008A4C42" w:rsidP="008A4C4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2C7394" w:rsidRDefault="008A4C42" w:rsidP="002C7394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2C7394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Zastosuje przepisy prawa odnoszące się do rodziny  adekwatnie do zaistniałej w konkretnej rzeczywistości</w:t>
            </w:r>
            <w:r w:rsidR="002C7394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2C7394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społecznej  sytuacji  w</w:t>
            </w:r>
            <w:r w:rsidR="002C7394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 </w:t>
            </w:r>
            <w:r w:rsidRPr="002C7394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czasach współczesnych, z możliwością jej retrospekcji,  w</w:t>
            </w:r>
            <w:r w:rsidR="002C7394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 </w:t>
            </w:r>
            <w:r w:rsidRPr="002C7394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kontekście  warunków</w:t>
            </w:r>
            <w:r w:rsidR="002C7394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2C7394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społeczno-kulturowych w  uprzednich epokach.</w:t>
            </w:r>
          </w:p>
        </w:tc>
        <w:tc>
          <w:tcPr>
            <w:tcW w:w="1865" w:type="dxa"/>
          </w:tcPr>
          <w:p w:rsidR="008A4C42" w:rsidRPr="002C7394" w:rsidRDefault="008A4C42" w:rsidP="008A4C4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K_U07</w:t>
            </w:r>
          </w:p>
        </w:tc>
      </w:tr>
      <w:tr w:rsidR="008A4C42" w:rsidRPr="002C7394" w:rsidTr="008A4C42">
        <w:tc>
          <w:tcPr>
            <w:tcW w:w="1681" w:type="dxa"/>
          </w:tcPr>
          <w:p w:rsidR="008A4C42" w:rsidRPr="002C7394" w:rsidRDefault="008A4C42" w:rsidP="008A4C4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8A4C42" w:rsidRPr="002C7394" w:rsidRDefault="008A4C42" w:rsidP="002C7394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Sformułuje swoje stanowisko dotyczące funkcjonowania rodziny na przestrzeni  rozwoju  historycznego społeczeństw, z</w:t>
            </w:r>
            <w:r w:rsid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 </w:t>
            </w:r>
            <w:r w:rsidRP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wykorzystaniem poglądów innych autorów odwołując się do interdyscyplinarnych źródeł naukowych (historycznych, socjologicznych, prawnych) i wyciąga adekwatne wnioski.</w:t>
            </w:r>
          </w:p>
        </w:tc>
        <w:tc>
          <w:tcPr>
            <w:tcW w:w="1865" w:type="dxa"/>
          </w:tcPr>
          <w:p w:rsidR="008A4C42" w:rsidRPr="002C7394" w:rsidRDefault="008A4C42" w:rsidP="008A4C4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K_U10</w:t>
            </w:r>
          </w:p>
        </w:tc>
      </w:tr>
      <w:tr w:rsidR="008A4C42" w:rsidRPr="002C7394" w:rsidTr="008A4C42">
        <w:tc>
          <w:tcPr>
            <w:tcW w:w="1681" w:type="dxa"/>
          </w:tcPr>
          <w:p w:rsidR="008A4C42" w:rsidRPr="002C7394" w:rsidRDefault="008A4C42" w:rsidP="008A4C4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8A4C42" w:rsidRPr="002C7394" w:rsidRDefault="008A4C42" w:rsidP="002C7394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Dokona krytycznej oceny posiadanej wiedzy, co wynika m.in. z</w:t>
            </w:r>
            <w:r w:rsid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 </w:t>
            </w:r>
            <w:r w:rsidRPr="002C7394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 xml:space="preserve">interdyscyplinarności źródeł naukowych  przedmiotu studiów „historyczno-prawnych podstaw funkcjonowania  rodziny.   </w:t>
            </w:r>
          </w:p>
        </w:tc>
        <w:tc>
          <w:tcPr>
            <w:tcW w:w="1865" w:type="dxa"/>
          </w:tcPr>
          <w:p w:rsidR="008A4C42" w:rsidRPr="002C7394" w:rsidRDefault="008A4C42" w:rsidP="008A4C4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K_K01</w:t>
            </w:r>
          </w:p>
        </w:tc>
      </w:tr>
    </w:tbl>
    <w:p w:rsidR="0085747A" w:rsidRPr="002C7394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2C7394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2C7394">
        <w:rPr>
          <w:rFonts w:ascii="Times New Roman" w:hAnsi="Times New Roman"/>
          <w:b/>
        </w:rPr>
        <w:t>3.3</w:t>
      </w:r>
      <w:r w:rsidR="001D7B54" w:rsidRPr="002C7394">
        <w:rPr>
          <w:rFonts w:ascii="Times New Roman" w:hAnsi="Times New Roman"/>
          <w:b/>
        </w:rPr>
        <w:t xml:space="preserve"> </w:t>
      </w:r>
      <w:r w:rsidR="0085747A" w:rsidRPr="002C7394">
        <w:rPr>
          <w:rFonts w:ascii="Times New Roman" w:hAnsi="Times New Roman"/>
          <w:b/>
        </w:rPr>
        <w:t>T</w:t>
      </w:r>
      <w:r w:rsidR="001D7B54" w:rsidRPr="002C7394">
        <w:rPr>
          <w:rFonts w:ascii="Times New Roman" w:hAnsi="Times New Roman"/>
          <w:b/>
        </w:rPr>
        <w:t xml:space="preserve">reści programowe </w:t>
      </w:r>
      <w:r w:rsidR="007327BD" w:rsidRPr="002C7394">
        <w:rPr>
          <w:rFonts w:ascii="Times New Roman" w:hAnsi="Times New Roman"/>
        </w:rPr>
        <w:t xml:space="preserve">  </w:t>
      </w:r>
    </w:p>
    <w:p w:rsidR="0085747A" w:rsidRPr="002C739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2C7394">
        <w:rPr>
          <w:rFonts w:ascii="Times New Roman" w:hAnsi="Times New Roman"/>
        </w:rPr>
        <w:t xml:space="preserve">Problematyka wykładu </w:t>
      </w:r>
    </w:p>
    <w:p w:rsidR="00675843" w:rsidRPr="002C7394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7394" w:rsidTr="008A4C42">
        <w:tc>
          <w:tcPr>
            <w:tcW w:w="9520" w:type="dxa"/>
          </w:tcPr>
          <w:p w:rsidR="0085747A" w:rsidRPr="002C739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Treści merytoryczne</w:t>
            </w:r>
          </w:p>
        </w:tc>
      </w:tr>
      <w:tr w:rsidR="008A4C42" w:rsidRPr="002C7394" w:rsidTr="008A4C4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1. Zagadnienia wprowadzające: definicja rodziny, małżeństwo jako tradycyjna forma życia rodzinnego (małżeństwo w naukach społecznych: definicje, kryteria doboru partnera/</w:t>
            </w:r>
            <w:proofErr w:type="spellStart"/>
            <w:r w:rsidRPr="002C7394">
              <w:rPr>
                <w:rFonts w:ascii="Times New Roman" w:hAnsi="Times New Roman"/>
              </w:rPr>
              <w:t>rki</w:t>
            </w:r>
            <w:proofErr w:type="spellEnd"/>
            <w:r w:rsidRPr="002C7394">
              <w:rPr>
                <w:rFonts w:ascii="Times New Roman" w:hAnsi="Times New Roman"/>
              </w:rPr>
              <w:t xml:space="preserve">, miłość – definicja  i jej komponenty), struktura rodziny, funkcje  i zadania.   </w:t>
            </w:r>
          </w:p>
        </w:tc>
      </w:tr>
      <w:tr w:rsidR="008A4C42" w:rsidRPr="002C7394" w:rsidTr="00FA4915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2.</w:t>
            </w:r>
            <w:r w:rsidR="0001104C" w:rsidRPr="002C7394">
              <w:rPr>
                <w:rFonts w:ascii="Times New Roman" w:hAnsi="Times New Roman"/>
              </w:rPr>
              <w:t xml:space="preserve"> </w:t>
            </w:r>
            <w:r w:rsidRPr="002C7394">
              <w:rPr>
                <w:rFonts w:ascii="Times New Roman" w:hAnsi="Times New Roman"/>
              </w:rPr>
              <w:t>Rozwój rodziny i zbiorowości związanych z pokrewieństwem w czasach prehistorii ludzkości.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Rodzina w myśli starożytnej: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- rodzina w starożytnej Grecji i Rzymie: prawo, obyczajowość i obrzędowość, funkcje i rola rodziny w</w:t>
            </w:r>
            <w:r w:rsidR="00314EFF">
              <w:rPr>
                <w:rFonts w:ascii="Times New Roman" w:hAnsi="Times New Roman"/>
              </w:rPr>
              <w:t> </w:t>
            </w:r>
            <w:r w:rsidRPr="002C7394">
              <w:rPr>
                <w:rFonts w:ascii="Times New Roman" w:hAnsi="Times New Roman"/>
              </w:rPr>
              <w:t>państwie, pozycja męża  i żony, relacje dzieci – rodzice, opieka  i wychowanie, krewni i powinowaci.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Małżeństwo i rodzina w dawnym judaizmie i wczesnym chrześcijaństwie.</w:t>
            </w:r>
          </w:p>
        </w:tc>
      </w:tr>
      <w:tr w:rsidR="008A4C42" w:rsidRPr="002C7394" w:rsidTr="008A4C42">
        <w:tc>
          <w:tcPr>
            <w:tcW w:w="9520" w:type="dxa"/>
            <w:tcBorders>
              <w:left w:val="single" w:sz="4" w:space="0" w:color="00000A"/>
              <w:right w:val="single" w:sz="4" w:space="0" w:color="00000A"/>
            </w:tcBorders>
          </w:tcPr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3.</w:t>
            </w:r>
            <w:r w:rsidR="0001104C" w:rsidRPr="002C7394">
              <w:rPr>
                <w:rFonts w:ascii="Times New Roman" w:hAnsi="Times New Roman"/>
              </w:rPr>
              <w:t xml:space="preserve"> </w:t>
            </w:r>
            <w:r w:rsidRPr="002C7394">
              <w:rPr>
                <w:rFonts w:ascii="Times New Roman" w:hAnsi="Times New Roman"/>
              </w:rPr>
              <w:t>Małżeństwo i rodzin w Średniowieczu – rola katolickiej myśli społecznej w kreowaniu  nakazów  i</w:t>
            </w:r>
            <w:r w:rsidR="00314EFF">
              <w:rPr>
                <w:rFonts w:ascii="Times New Roman" w:hAnsi="Times New Roman"/>
              </w:rPr>
              <w:t> </w:t>
            </w:r>
            <w:r w:rsidRPr="002C7394">
              <w:rPr>
                <w:rFonts w:ascii="Times New Roman" w:hAnsi="Times New Roman"/>
              </w:rPr>
              <w:t>zakazów  dotyczących małżeństwa  i rodziny. Status  kobiet  i dziecka.</w:t>
            </w:r>
          </w:p>
        </w:tc>
      </w:tr>
      <w:tr w:rsidR="008A4C42" w:rsidRPr="002C7394" w:rsidTr="005F49B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lastRenderedPageBreak/>
              <w:t>4.</w:t>
            </w:r>
            <w:r w:rsidR="0001104C" w:rsidRPr="002C7394">
              <w:rPr>
                <w:rFonts w:ascii="Times New Roman" w:hAnsi="Times New Roman"/>
              </w:rPr>
              <w:t xml:space="preserve"> </w:t>
            </w:r>
            <w:r w:rsidRPr="002C7394">
              <w:rPr>
                <w:rFonts w:ascii="Times New Roman" w:hAnsi="Times New Roman"/>
              </w:rPr>
              <w:t>Rodzina epoki Renesansu –  nowe i stare ideały kobiety, małżeństwa i rodziny (rodzina ziemiańska  i</w:t>
            </w:r>
            <w:r w:rsidR="00314EFF">
              <w:rPr>
                <w:rFonts w:ascii="Times New Roman" w:hAnsi="Times New Roman"/>
              </w:rPr>
              <w:t> </w:t>
            </w:r>
            <w:r w:rsidRPr="002C7394">
              <w:rPr>
                <w:rFonts w:ascii="Times New Roman" w:hAnsi="Times New Roman"/>
              </w:rPr>
              <w:t>mieszczańska).</w:t>
            </w:r>
          </w:p>
        </w:tc>
      </w:tr>
      <w:tr w:rsidR="008A4C42" w:rsidRPr="002C7394" w:rsidTr="008A4C42">
        <w:tc>
          <w:tcPr>
            <w:tcW w:w="9520" w:type="dxa"/>
            <w:tcBorders>
              <w:left w:val="single" w:sz="4" w:space="0" w:color="00000A"/>
              <w:right w:val="single" w:sz="4" w:space="0" w:color="00000A"/>
            </w:tcBorders>
          </w:tcPr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5.</w:t>
            </w:r>
            <w:r w:rsidR="0001104C" w:rsidRPr="002C7394">
              <w:rPr>
                <w:rFonts w:ascii="Times New Roman" w:hAnsi="Times New Roman"/>
              </w:rPr>
              <w:t xml:space="preserve"> </w:t>
            </w:r>
            <w:r w:rsidRPr="002C7394">
              <w:rPr>
                <w:rFonts w:ascii="Times New Roman" w:hAnsi="Times New Roman"/>
              </w:rPr>
              <w:t>Miłość małżeńska i miłość macierzyńska jako wzorce  dla rodziny epoki Oświecenia, role  kobiece i</w:t>
            </w:r>
            <w:r w:rsidR="00314EFF">
              <w:rPr>
                <w:rFonts w:ascii="Times New Roman" w:hAnsi="Times New Roman"/>
              </w:rPr>
              <w:t> </w:t>
            </w:r>
            <w:r w:rsidRPr="002C7394">
              <w:rPr>
                <w:rFonts w:ascii="Times New Roman" w:hAnsi="Times New Roman"/>
              </w:rPr>
              <w:t>role męskie, podział władzy w rodzini</w:t>
            </w:r>
            <w:r w:rsidR="0001104C" w:rsidRPr="002C7394">
              <w:rPr>
                <w:rFonts w:ascii="Times New Roman" w:hAnsi="Times New Roman"/>
              </w:rPr>
              <w:t>e</w:t>
            </w:r>
            <w:r w:rsidRPr="002C7394">
              <w:rPr>
                <w:rFonts w:ascii="Times New Roman" w:hAnsi="Times New Roman"/>
              </w:rPr>
              <w:t>, edukacja i wychowanie dzieci.</w:t>
            </w:r>
          </w:p>
        </w:tc>
      </w:tr>
      <w:tr w:rsidR="008A4C42" w:rsidRPr="002C7394" w:rsidTr="008A4C42">
        <w:tc>
          <w:tcPr>
            <w:tcW w:w="9520" w:type="dxa"/>
            <w:tcBorders>
              <w:left w:val="single" w:sz="4" w:space="0" w:color="00000A"/>
              <w:right w:val="single" w:sz="4" w:space="0" w:color="00000A"/>
            </w:tcBorders>
          </w:tcPr>
          <w:p w:rsidR="008A4C42" w:rsidRPr="002C7394" w:rsidRDefault="008A4C42" w:rsidP="008A4C4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>6. Rodzina ery  przemysłowej</w:t>
            </w:r>
            <w:r w:rsidR="0001104C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>- równouprawnienie płci,</w:t>
            </w:r>
            <w:r w:rsidR="0001104C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>aktywność zawodowa kobiet, prawa dziecka, przemiany w strukturze i sposobach realizacji zadań  i funkcji rodziny.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>Stosunki rodzinne  i ich normatywnie  uregulowany wzór  kulturowy  w Polsce – konstytucja, kodeks rodzinny i opiekuńczy.</w:t>
            </w:r>
          </w:p>
        </w:tc>
      </w:tr>
      <w:tr w:rsidR="008A4C42" w:rsidRPr="002C7394" w:rsidTr="008A4C42">
        <w:tc>
          <w:tcPr>
            <w:tcW w:w="9520" w:type="dxa"/>
            <w:tcBorders>
              <w:left w:val="single" w:sz="4" w:space="0" w:color="00000A"/>
              <w:right w:val="single" w:sz="4" w:space="0" w:color="00000A"/>
            </w:tcBorders>
          </w:tcPr>
          <w:p w:rsidR="002C7394" w:rsidRDefault="008A4C42" w:rsidP="008A4C4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>7. Era postindustrialna – zagadnienia wprowadzające:</w:t>
            </w:r>
          </w:p>
          <w:p w:rsidR="002C7394" w:rsidRDefault="002C7394" w:rsidP="002C7394">
            <w:pPr>
              <w:widowControl w:val="0"/>
              <w:suppressAutoHyphens/>
              <w:autoSpaceDN w:val="0"/>
              <w:spacing w:after="0" w:line="240" w:lineRule="auto"/>
              <w:ind w:left="113" w:hanging="113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- </w:t>
            </w:r>
            <w:r w:rsidR="008A4C42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>dewaluacja  instytucji małżeństwa jako tradycyjnej  formy życia rodzinnego w epoce „płynnej nowoczesności</w:t>
            </w:r>
            <w:r w:rsidR="00736AD8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>”</w:t>
            </w:r>
            <w:r w:rsidR="008A4C42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 i  deprecj</w:t>
            </w:r>
            <w:r w:rsidR="00736AD8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>acj</w:t>
            </w:r>
            <w:r w:rsidR="008A4C42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>a  w społeczeństwie  paradygmatu  trwałości  rodziny,</w:t>
            </w:r>
          </w:p>
          <w:p w:rsidR="008A4C42" w:rsidRPr="002C7394" w:rsidRDefault="002C7394" w:rsidP="008A4C4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- </w:t>
            </w:r>
            <w:r w:rsidR="008A4C42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alternatywne  formy życia rodzinnego (np. związków  </w:t>
            </w:r>
            <w:proofErr w:type="spellStart"/>
            <w:r w:rsidR="008A4C42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>kohabitacyjnych</w:t>
            </w:r>
            <w:proofErr w:type="spellEnd"/>
            <w:r w:rsidR="008A4C42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) i poszukiwanie    </w:t>
            </w:r>
          </w:p>
          <w:p w:rsidR="008A4C42" w:rsidRPr="002C7394" w:rsidRDefault="008A4C42" w:rsidP="008A4C42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  nowego wymiaru bliskości  kobiety i mężczyzny</w:t>
            </w:r>
            <w:r w:rsidR="00736AD8" w:rsidRPr="002C7394">
              <w:rPr>
                <w:rFonts w:ascii="Times New Roman" w:eastAsia="Liberation Serif" w:hAnsi="Times New Roman"/>
                <w:kern w:val="3"/>
                <w:lang w:eastAsia="hi-IN" w:bidi="hi-IN"/>
              </w:rPr>
              <w:t>,</w:t>
            </w:r>
          </w:p>
          <w:p w:rsidR="008A4C42" w:rsidRPr="002C7394" w:rsidRDefault="002C7394" w:rsidP="002C739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- </w:t>
            </w:r>
            <w:r w:rsidR="008A4C42"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>indywidualizacja  życia  a prokreacja  i solidarność  rodzin</w:t>
            </w:r>
            <w:r w:rsidR="00736AD8"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>.</w:t>
            </w:r>
          </w:p>
        </w:tc>
      </w:tr>
      <w:tr w:rsidR="008A4C42" w:rsidRPr="002C7394" w:rsidTr="0090144F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8. Zagadnienia  o charakterze szczególnym: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-</w:t>
            </w:r>
            <w:r w:rsidR="00736AD8" w:rsidRPr="002C7394">
              <w:rPr>
                <w:rFonts w:ascii="Times New Roman" w:hAnsi="Times New Roman"/>
              </w:rPr>
              <w:t xml:space="preserve"> </w:t>
            </w:r>
            <w:r w:rsidRPr="002C7394">
              <w:rPr>
                <w:rFonts w:ascii="Times New Roman" w:hAnsi="Times New Roman"/>
              </w:rPr>
              <w:t>ewolucja rodzin w Polsce w koncepcji Z. Tyszki;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- ewolucja rodziny w Polsce według  F. Adamskiego;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- współczesna rodzina  jako swoisty „interfejs”</w:t>
            </w:r>
            <w:r w:rsidR="00736AD8" w:rsidRPr="002C7394">
              <w:rPr>
                <w:rFonts w:ascii="Times New Roman" w:hAnsi="Times New Roman"/>
              </w:rPr>
              <w:t xml:space="preserve"> </w:t>
            </w:r>
            <w:r w:rsidRPr="002C7394">
              <w:rPr>
                <w:rFonts w:ascii="Times New Roman" w:hAnsi="Times New Roman"/>
              </w:rPr>
              <w:t xml:space="preserve">w propozycji A. Gizy </w:t>
            </w:r>
            <w:proofErr w:type="spellStart"/>
            <w:r w:rsidRPr="002C7394">
              <w:rPr>
                <w:rFonts w:ascii="Times New Roman" w:hAnsi="Times New Roman"/>
              </w:rPr>
              <w:t>Poleszczuk</w:t>
            </w:r>
            <w:proofErr w:type="spellEnd"/>
            <w:r w:rsidRPr="002C7394">
              <w:rPr>
                <w:rFonts w:ascii="Times New Roman" w:hAnsi="Times New Roman"/>
              </w:rPr>
              <w:t xml:space="preserve"> w kontekście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teorii „stawania się</w:t>
            </w:r>
            <w:r w:rsidR="00736AD8" w:rsidRPr="002C7394">
              <w:rPr>
                <w:rFonts w:ascii="Times New Roman" w:hAnsi="Times New Roman"/>
              </w:rPr>
              <w:t xml:space="preserve"> </w:t>
            </w:r>
            <w:r w:rsidRPr="002C7394">
              <w:rPr>
                <w:rFonts w:ascii="Times New Roman" w:hAnsi="Times New Roman"/>
              </w:rPr>
              <w:t>społeczeństwa</w:t>
            </w:r>
            <w:r w:rsidR="00736AD8" w:rsidRPr="002C7394">
              <w:rPr>
                <w:rFonts w:ascii="Times New Roman" w:hAnsi="Times New Roman"/>
              </w:rPr>
              <w:t>”</w:t>
            </w:r>
            <w:r w:rsidRPr="002C7394">
              <w:rPr>
                <w:rFonts w:ascii="Times New Roman" w:hAnsi="Times New Roman"/>
              </w:rPr>
              <w:t xml:space="preserve"> P. Sztompki w epoce postindustrialnej;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- związki typu DINKS i LAT i ich społeczno–kulturowe  uwarunkowania,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- singiel, jako nowy styl życia,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- dziecko i jego status  we współczesnej  rodzinie – aspekty socjologiczno-prawne</w:t>
            </w:r>
            <w:r w:rsidR="00736AD8" w:rsidRPr="002C7394">
              <w:rPr>
                <w:rFonts w:ascii="Times New Roman" w:hAnsi="Times New Roman"/>
              </w:rPr>
              <w:t>.</w:t>
            </w:r>
          </w:p>
        </w:tc>
      </w:tr>
      <w:tr w:rsidR="008A4C42" w:rsidRPr="002C7394" w:rsidTr="0090144F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9. Regulacje  prawne dotyczące  małżeństwa i rodziny oraz władzy rodzicielskiej ,w:</w:t>
            </w:r>
          </w:p>
          <w:p w:rsidR="008A4C42" w:rsidRPr="002C7394" w:rsidRDefault="002C7394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8A4C42" w:rsidRPr="002C7394">
              <w:rPr>
                <w:rFonts w:ascii="Times New Roman" w:hAnsi="Times New Roman"/>
              </w:rPr>
              <w:t>Polsce;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- Unii  Europejskiej (analiza zagadnienia w zależności od potrzeb i zainteresowań</w:t>
            </w:r>
            <w:r w:rsidRPr="002C7394">
              <w:rPr>
                <w:rFonts w:ascii="Times New Roman" w:hAnsi="Times New Roman"/>
                <w:color w:val="000000"/>
              </w:rPr>
              <w:t xml:space="preserve"> </w:t>
            </w:r>
            <w:r w:rsidRPr="002C7394">
              <w:rPr>
                <w:rFonts w:ascii="Times New Roman" w:hAnsi="Times New Roman"/>
              </w:rPr>
              <w:t>studentów)</w:t>
            </w:r>
            <w:r w:rsidR="00736AD8" w:rsidRPr="002C7394">
              <w:rPr>
                <w:rFonts w:ascii="Times New Roman" w:hAnsi="Times New Roman"/>
              </w:rPr>
              <w:t>.</w:t>
            </w:r>
          </w:p>
          <w:p w:rsidR="008A4C42" w:rsidRPr="002C7394" w:rsidRDefault="008A4C42" w:rsidP="008A4C42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 xml:space="preserve">Zasygnalizowanie  problematyki, w kontekście konkretnych rozwiązań  prawnych dotyczących sytuacji powszechnie występujących we współczesnym społeczeństwie w sferze życia   małżeńsko-rodzinnego.   </w:t>
            </w:r>
          </w:p>
        </w:tc>
      </w:tr>
    </w:tbl>
    <w:p w:rsidR="0085747A" w:rsidRPr="002C7394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2C739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2C7394">
        <w:rPr>
          <w:rFonts w:ascii="Times New Roman" w:hAnsi="Times New Roman"/>
        </w:rPr>
        <w:t>Problematyka ćwiczeń audytoryjnych, konwersatoryjnych, laboratoryjnych</w:t>
      </w:r>
      <w:r w:rsidR="009F4610" w:rsidRPr="002C7394">
        <w:rPr>
          <w:rFonts w:ascii="Times New Roman" w:hAnsi="Times New Roman"/>
        </w:rPr>
        <w:t xml:space="preserve">, </w:t>
      </w:r>
      <w:r w:rsidRPr="002C7394">
        <w:rPr>
          <w:rFonts w:ascii="Times New Roman" w:hAnsi="Times New Roman"/>
        </w:rPr>
        <w:t xml:space="preserve">zajęć praktycznych </w:t>
      </w:r>
    </w:p>
    <w:p w:rsidR="0085747A" w:rsidRPr="002C7394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7394" w:rsidTr="002C7394">
        <w:tc>
          <w:tcPr>
            <w:tcW w:w="9520" w:type="dxa"/>
          </w:tcPr>
          <w:p w:rsidR="0085747A" w:rsidRPr="002C739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2C7394" w:rsidTr="002C7394">
        <w:tc>
          <w:tcPr>
            <w:tcW w:w="9520" w:type="dxa"/>
          </w:tcPr>
          <w:p w:rsidR="0085747A" w:rsidRPr="002C7394" w:rsidRDefault="002C739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2C7394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2C7394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2C7394">
        <w:rPr>
          <w:smallCaps w:val="0"/>
          <w:sz w:val="22"/>
        </w:rPr>
        <w:t>3.4 Metody dydaktyczne</w:t>
      </w:r>
      <w:r w:rsidRPr="002C7394">
        <w:rPr>
          <w:b w:val="0"/>
          <w:smallCaps w:val="0"/>
          <w:sz w:val="22"/>
        </w:rPr>
        <w:t xml:space="preserve"> </w:t>
      </w:r>
    </w:p>
    <w:p w:rsidR="002C7394" w:rsidRDefault="002C7394" w:rsidP="009C54AE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:rsidR="008A4C42" w:rsidRPr="002C7394" w:rsidRDefault="008A4C42" w:rsidP="009C54AE">
      <w:pPr>
        <w:pStyle w:val="Punktygwne"/>
        <w:spacing w:before="0" w:after="0"/>
        <w:jc w:val="both"/>
        <w:rPr>
          <w:rFonts w:eastAsia="SimSun"/>
          <w:b w:val="0"/>
          <w:kern w:val="3"/>
          <w:sz w:val="22"/>
          <w:lang w:eastAsia="zh-CN" w:bidi="hi-IN"/>
        </w:rPr>
      </w:pPr>
      <w:r w:rsidRPr="002C7394">
        <w:rPr>
          <w:b w:val="0"/>
          <w:smallCaps w:val="0"/>
          <w:sz w:val="22"/>
        </w:rPr>
        <w:t>wykład problemowy, dyskusja</w:t>
      </w:r>
    </w:p>
    <w:p w:rsidR="00E960BB" w:rsidRPr="002C7394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2C7394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2C7394">
        <w:rPr>
          <w:smallCaps w:val="0"/>
          <w:sz w:val="22"/>
        </w:rPr>
        <w:t xml:space="preserve">4. </w:t>
      </w:r>
      <w:r w:rsidR="0085747A" w:rsidRPr="002C7394">
        <w:rPr>
          <w:smallCaps w:val="0"/>
          <w:sz w:val="22"/>
        </w:rPr>
        <w:t>METODY I KRYTERIA OCENY</w:t>
      </w:r>
      <w:r w:rsidR="009F4610" w:rsidRPr="002C7394">
        <w:rPr>
          <w:smallCaps w:val="0"/>
          <w:sz w:val="22"/>
        </w:rPr>
        <w:t xml:space="preserve"> </w:t>
      </w:r>
    </w:p>
    <w:p w:rsidR="00923D7D" w:rsidRPr="002C7394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2C7394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2C7394">
        <w:rPr>
          <w:smallCaps w:val="0"/>
          <w:sz w:val="22"/>
        </w:rPr>
        <w:t xml:space="preserve">4.1 Sposoby weryfikacji efektów </w:t>
      </w:r>
      <w:r w:rsidR="00C05F44" w:rsidRPr="002C7394">
        <w:rPr>
          <w:smallCaps w:val="0"/>
          <w:sz w:val="22"/>
        </w:rPr>
        <w:t>uczenia się</w:t>
      </w:r>
    </w:p>
    <w:p w:rsidR="0085747A" w:rsidRPr="002C7394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C7394" w:rsidTr="002C7394">
        <w:tc>
          <w:tcPr>
            <w:tcW w:w="1962" w:type="dxa"/>
            <w:vAlign w:val="center"/>
          </w:tcPr>
          <w:p w:rsidR="0085747A" w:rsidRPr="002C7394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2C7394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2C7394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2C7394" w:rsidRPr="002C7394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2C7394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2C7394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2C739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2C7394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(w, ćw</w:t>
            </w:r>
            <w:r w:rsidR="002C7394">
              <w:rPr>
                <w:b w:val="0"/>
                <w:smallCaps w:val="0"/>
                <w:sz w:val="22"/>
              </w:rPr>
              <w:t>.</w:t>
            </w:r>
            <w:r w:rsidRPr="002C7394">
              <w:rPr>
                <w:b w:val="0"/>
                <w:smallCaps w:val="0"/>
                <w:sz w:val="22"/>
              </w:rPr>
              <w:t>, …)</w:t>
            </w:r>
          </w:p>
        </w:tc>
      </w:tr>
      <w:tr w:rsidR="00FA507B" w:rsidRPr="002C7394" w:rsidTr="002C7394">
        <w:tc>
          <w:tcPr>
            <w:tcW w:w="1962" w:type="dxa"/>
            <w:vAlign w:val="center"/>
          </w:tcPr>
          <w:p w:rsidR="00FA507B" w:rsidRPr="002C7394" w:rsidRDefault="00FA507B" w:rsidP="00FA507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441" w:type="dxa"/>
            <w:vAlign w:val="center"/>
          </w:tcPr>
          <w:p w:rsidR="00FA507B" w:rsidRPr="002C7394" w:rsidRDefault="00FA507B" w:rsidP="00FA507B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C7394">
              <w:rPr>
                <w:b w:val="0"/>
                <w:smallCaps w:val="0"/>
                <w:color w:val="000000"/>
                <w:sz w:val="22"/>
              </w:rPr>
              <w:t>Praca projektowa</w:t>
            </w:r>
          </w:p>
        </w:tc>
        <w:tc>
          <w:tcPr>
            <w:tcW w:w="2117" w:type="dxa"/>
            <w:vAlign w:val="center"/>
          </w:tcPr>
          <w:p w:rsidR="00FA507B" w:rsidRPr="002C7394" w:rsidRDefault="00FA507B" w:rsidP="00FA507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wykład</w:t>
            </w:r>
          </w:p>
        </w:tc>
      </w:tr>
      <w:tr w:rsidR="0085747A" w:rsidRPr="002C7394" w:rsidTr="002C7394">
        <w:tc>
          <w:tcPr>
            <w:tcW w:w="1962" w:type="dxa"/>
          </w:tcPr>
          <w:p w:rsidR="0085747A" w:rsidRPr="002C7394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85747A" w:rsidRPr="002C7394" w:rsidRDefault="00FA50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mallCaps w:val="0"/>
                <w:color w:val="000000"/>
                <w:sz w:val="22"/>
              </w:rPr>
              <w:t>Praca projektowa</w:t>
            </w:r>
          </w:p>
        </w:tc>
        <w:tc>
          <w:tcPr>
            <w:tcW w:w="2117" w:type="dxa"/>
          </w:tcPr>
          <w:p w:rsidR="0085747A" w:rsidRPr="002C7394" w:rsidRDefault="00FA50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wykład</w:t>
            </w:r>
          </w:p>
        </w:tc>
      </w:tr>
      <w:tr w:rsidR="008A4C42" w:rsidRPr="002C7394" w:rsidTr="002C7394">
        <w:tc>
          <w:tcPr>
            <w:tcW w:w="1962" w:type="dxa"/>
          </w:tcPr>
          <w:p w:rsidR="008A4C42" w:rsidRPr="002C7394" w:rsidRDefault="008A4C4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:rsidR="008A4C42" w:rsidRPr="002C7394" w:rsidRDefault="00FA50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mallCaps w:val="0"/>
                <w:color w:val="000000"/>
                <w:sz w:val="22"/>
              </w:rPr>
              <w:t>Praca projektowa</w:t>
            </w:r>
          </w:p>
        </w:tc>
        <w:tc>
          <w:tcPr>
            <w:tcW w:w="2117" w:type="dxa"/>
          </w:tcPr>
          <w:p w:rsidR="008A4C42" w:rsidRPr="002C7394" w:rsidRDefault="00FA50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wykład</w:t>
            </w:r>
          </w:p>
        </w:tc>
      </w:tr>
      <w:tr w:rsidR="008A4C42" w:rsidRPr="002C7394" w:rsidTr="002C7394">
        <w:tc>
          <w:tcPr>
            <w:tcW w:w="1962" w:type="dxa"/>
          </w:tcPr>
          <w:p w:rsidR="008A4C42" w:rsidRPr="002C7394" w:rsidRDefault="008A4C4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:rsidR="008A4C42" w:rsidRPr="002C7394" w:rsidRDefault="00FA50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mallCaps w:val="0"/>
                <w:color w:val="000000"/>
                <w:sz w:val="22"/>
              </w:rPr>
              <w:t>Praca projektowa</w:t>
            </w:r>
          </w:p>
        </w:tc>
        <w:tc>
          <w:tcPr>
            <w:tcW w:w="2117" w:type="dxa"/>
          </w:tcPr>
          <w:p w:rsidR="008A4C42" w:rsidRPr="002C7394" w:rsidRDefault="00FA50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wykład</w:t>
            </w:r>
          </w:p>
        </w:tc>
      </w:tr>
      <w:tr w:rsidR="008A4C42" w:rsidRPr="002C7394" w:rsidTr="002C7394">
        <w:tc>
          <w:tcPr>
            <w:tcW w:w="1962" w:type="dxa"/>
          </w:tcPr>
          <w:p w:rsidR="008A4C42" w:rsidRPr="002C7394" w:rsidRDefault="008A4C4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:rsidR="008A4C42" w:rsidRPr="002C7394" w:rsidRDefault="00FA50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mallCaps w:val="0"/>
                <w:color w:val="000000"/>
                <w:sz w:val="22"/>
              </w:rPr>
              <w:t>Praca projektowa</w:t>
            </w:r>
          </w:p>
        </w:tc>
        <w:tc>
          <w:tcPr>
            <w:tcW w:w="2117" w:type="dxa"/>
          </w:tcPr>
          <w:p w:rsidR="008A4C42" w:rsidRPr="002C7394" w:rsidRDefault="00FA50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wykład</w:t>
            </w:r>
          </w:p>
        </w:tc>
      </w:tr>
      <w:tr w:rsidR="00FA507B" w:rsidRPr="002C7394" w:rsidTr="002C7394">
        <w:tc>
          <w:tcPr>
            <w:tcW w:w="1962" w:type="dxa"/>
          </w:tcPr>
          <w:p w:rsidR="00FA507B" w:rsidRPr="002C7394" w:rsidRDefault="00FA50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:rsidR="00FA507B" w:rsidRPr="002C7394" w:rsidRDefault="00FA507B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C7394">
              <w:rPr>
                <w:b w:val="0"/>
                <w:smallCaps w:val="0"/>
                <w:color w:val="000000"/>
                <w:sz w:val="22"/>
              </w:rPr>
              <w:t>dyskusja</w:t>
            </w:r>
          </w:p>
        </w:tc>
        <w:tc>
          <w:tcPr>
            <w:tcW w:w="2117" w:type="dxa"/>
          </w:tcPr>
          <w:p w:rsidR="00FA507B" w:rsidRPr="002C7394" w:rsidRDefault="00FA507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wykład</w:t>
            </w:r>
          </w:p>
        </w:tc>
      </w:tr>
    </w:tbl>
    <w:p w:rsidR="00923D7D" w:rsidRPr="002C7394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2C7394" w:rsidRDefault="002C7394" w:rsidP="009C54AE">
      <w:pPr>
        <w:pStyle w:val="Punktygwne"/>
        <w:spacing w:before="0" w:after="0"/>
        <w:ind w:left="426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3E1941" w:rsidRPr="002C7394">
        <w:rPr>
          <w:smallCaps w:val="0"/>
          <w:sz w:val="22"/>
        </w:rPr>
        <w:lastRenderedPageBreak/>
        <w:t xml:space="preserve">4.2 </w:t>
      </w:r>
      <w:r w:rsidR="0085747A" w:rsidRPr="002C7394">
        <w:rPr>
          <w:smallCaps w:val="0"/>
          <w:sz w:val="22"/>
        </w:rPr>
        <w:t>Warunki zaliczenia przedmiotu (kryteria oceniania)</w:t>
      </w:r>
      <w:r w:rsidR="00923D7D" w:rsidRPr="002C7394">
        <w:rPr>
          <w:smallCaps w:val="0"/>
          <w:sz w:val="22"/>
        </w:rPr>
        <w:t xml:space="preserve"> </w:t>
      </w:r>
    </w:p>
    <w:p w:rsidR="00923D7D" w:rsidRPr="002C7394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7394" w:rsidTr="002C7394">
        <w:tc>
          <w:tcPr>
            <w:tcW w:w="9520" w:type="dxa"/>
          </w:tcPr>
          <w:p w:rsidR="0085747A" w:rsidRPr="002C7394" w:rsidRDefault="00FA507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Uzyskanie  przez studenta  pozytywnej oceny z pracy projektowej.</w:t>
            </w:r>
          </w:p>
        </w:tc>
      </w:tr>
    </w:tbl>
    <w:p w:rsidR="0085747A" w:rsidRPr="002C7394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2C7394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2C7394">
        <w:rPr>
          <w:rFonts w:ascii="Times New Roman" w:hAnsi="Times New Roman"/>
          <w:b/>
        </w:rPr>
        <w:t xml:space="preserve">5. </w:t>
      </w:r>
      <w:r w:rsidR="002C7394">
        <w:rPr>
          <w:rFonts w:ascii="Times New Roman" w:hAnsi="Times New Roman"/>
          <w:b/>
        </w:rPr>
        <w:tab/>
      </w:r>
      <w:r w:rsidR="00C61DC5" w:rsidRPr="002C7394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2C7394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FA507B" w:rsidRPr="002C7394" w:rsidTr="002C7394">
        <w:tc>
          <w:tcPr>
            <w:tcW w:w="4903" w:type="dxa"/>
            <w:vAlign w:val="center"/>
          </w:tcPr>
          <w:p w:rsidR="0085747A" w:rsidRPr="002C739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C7394">
              <w:rPr>
                <w:rFonts w:ascii="Times New Roman" w:hAnsi="Times New Roman"/>
                <w:b/>
              </w:rPr>
              <w:t>Forma a</w:t>
            </w:r>
            <w:r w:rsidR="0085747A" w:rsidRPr="002C7394">
              <w:rPr>
                <w:rFonts w:ascii="Times New Roman" w:hAnsi="Times New Roman"/>
                <w:b/>
              </w:rPr>
              <w:t>ktywnoś</w:t>
            </w:r>
            <w:r w:rsidRPr="002C7394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17" w:type="dxa"/>
            <w:vAlign w:val="center"/>
          </w:tcPr>
          <w:p w:rsidR="0085747A" w:rsidRPr="002C739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C7394">
              <w:rPr>
                <w:rFonts w:ascii="Times New Roman" w:hAnsi="Times New Roman"/>
                <w:b/>
              </w:rPr>
              <w:t>Średnia l</w:t>
            </w:r>
            <w:r w:rsidR="0085747A" w:rsidRPr="002C7394">
              <w:rPr>
                <w:rFonts w:ascii="Times New Roman" w:hAnsi="Times New Roman"/>
                <w:b/>
              </w:rPr>
              <w:t>iczba godzin</w:t>
            </w:r>
            <w:r w:rsidR="0071620A" w:rsidRPr="002C7394">
              <w:rPr>
                <w:rFonts w:ascii="Times New Roman" w:hAnsi="Times New Roman"/>
                <w:b/>
              </w:rPr>
              <w:t xml:space="preserve"> </w:t>
            </w:r>
            <w:r w:rsidRPr="002C7394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FA507B" w:rsidRPr="002C7394" w:rsidTr="002C7394">
        <w:tc>
          <w:tcPr>
            <w:tcW w:w="4903" w:type="dxa"/>
          </w:tcPr>
          <w:p w:rsidR="0085747A" w:rsidRPr="002C7394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G</w:t>
            </w:r>
            <w:r w:rsidR="0085747A" w:rsidRPr="002C7394">
              <w:rPr>
                <w:rFonts w:ascii="Times New Roman" w:hAnsi="Times New Roman"/>
              </w:rPr>
              <w:t xml:space="preserve">odziny </w:t>
            </w:r>
            <w:r w:rsidRPr="002C7394">
              <w:rPr>
                <w:rFonts w:ascii="Times New Roman" w:hAnsi="Times New Roman"/>
              </w:rPr>
              <w:t>kontaktowe</w:t>
            </w:r>
            <w:r w:rsidR="0085747A" w:rsidRPr="002C7394">
              <w:rPr>
                <w:rFonts w:ascii="Times New Roman" w:hAnsi="Times New Roman"/>
              </w:rPr>
              <w:t xml:space="preserve"> w</w:t>
            </w:r>
            <w:r w:rsidRPr="002C7394">
              <w:rPr>
                <w:rFonts w:ascii="Times New Roman" w:hAnsi="Times New Roman"/>
              </w:rPr>
              <w:t>ynikające</w:t>
            </w:r>
            <w:r w:rsidR="0085747A" w:rsidRPr="002C7394">
              <w:rPr>
                <w:rFonts w:ascii="Times New Roman" w:hAnsi="Times New Roman"/>
              </w:rPr>
              <w:t xml:space="preserve"> z</w:t>
            </w:r>
            <w:r w:rsidR="009C1331" w:rsidRPr="002C7394">
              <w:rPr>
                <w:rFonts w:ascii="Times New Roman" w:hAnsi="Times New Roman"/>
              </w:rPr>
              <w:t> </w:t>
            </w:r>
            <w:r w:rsidR="0045729E" w:rsidRPr="002C7394">
              <w:rPr>
                <w:rFonts w:ascii="Times New Roman" w:hAnsi="Times New Roman"/>
              </w:rPr>
              <w:t>harmonogramu</w:t>
            </w:r>
            <w:r w:rsidR="0085747A" w:rsidRPr="002C7394">
              <w:rPr>
                <w:rFonts w:ascii="Times New Roman" w:hAnsi="Times New Roman"/>
              </w:rPr>
              <w:t xml:space="preserve"> </w:t>
            </w:r>
            <w:r w:rsidRPr="002C7394">
              <w:rPr>
                <w:rFonts w:ascii="Times New Roman" w:hAnsi="Times New Roman"/>
              </w:rPr>
              <w:t>studiów</w:t>
            </w:r>
            <w:r w:rsidR="0045729E" w:rsidRPr="002C739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17" w:type="dxa"/>
          </w:tcPr>
          <w:p w:rsidR="0085747A" w:rsidRPr="002C7394" w:rsidRDefault="00FA507B" w:rsidP="00161D0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C7394">
              <w:rPr>
                <w:rFonts w:ascii="Times New Roman" w:hAnsi="Times New Roman"/>
                <w:b/>
              </w:rPr>
              <w:t>15</w:t>
            </w:r>
          </w:p>
        </w:tc>
      </w:tr>
      <w:tr w:rsidR="00FA507B" w:rsidRPr="002C7394" w:rsidTr="002C7394">
        <w:tc>
          <w:tcPr>
            <w:tcW w:w="4903" w:type="dxa"/>
          </w:tcPr>
          <w:p w:rsidR="00C61DC5" w:rsidRPr="002C7394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Inne z udziałem nauczyciela</w:t>
            </w:r>
            <w:r w:rsidR="0045729E" w:rsidRPr="002C7394">
              <w:rPr>
                <w:rFonts w:ascii="Times New Roman" w:hAnsi="Times New Roman"/>
              </w:rPr>
              <w:t xml:space="preserve"> akademickiego</w:t>
            </w:r>
          </w:p>
          <w:p w:rsidR="00C61DC5" w:rsidRPr="002C7394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17" w:type="dxa"/>
          </w:tcPr>
          <w:p w:rsidR="00C61DC5" w:rsidRPr="002C7394" w:rsidRDefault="00FA507B" w:rsidP="00161D0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2,5</w:t>
            </w:r>
          </w:p>
        </w:tc>
      </w:tr>
      <w:tr w:rsidR="00FA507B" w:rsidRPr="002C7394" w:rsidTr="002C7394">
        <w:tc>
          <w:tcPr>
            <w:tcW w:w="4903" w:type="dxa"/>
          </w:tcPr>
          <w:p w:rsidR="0071620A" w:rsidRPr="002C7394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2C7394" w:rsidRDefault="00C61DC5" w:rsidP="00FA507B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(</w:t>
            </w:r>
            <w:r w:rsidR="00FA507B" w:rsidRPr="002C7394">
              <w:rPr>
                <w:rFonts w:ascii="Times New Roman" w:hAnsi="Times New Roman"/>
              </w:rPr>
              <w:t>studiowanie literatury, napisanie pracy projektowej)</w:t>
            </w:r>
          </w:p>
        </w:tc>
        <w:tc>
          <w:tcPr>
            <w:tcW w:w="4617" w:type="dxa"/>
          </w:tcPr>
          <w:p w:rsidR="00C61DC5" w:rsidRPr="002C7394" w:rsidRDefault="00FA507B" w:rsidP="00161D0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32,5</w:t>
            </w:r>
          </w:p>
        </w:tc>
      </w:tr>
      <w:tr w:rsidR="00FA507B" w:rsidRPr="002C7394" w:rsidTr="002C7394">
        <w:tc>
          <w:tcPr>
            <w:tcW w:w="4903" w:type="dxa"/>
          </w:tcPr>
          <w:p w:rsidR="0085747A" w:rsidRPr="002C7394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SUMA GODZIN</w:t>
            </w:r>
          </w:p>
        </w:tc>
        <w:tc>
          <w:tcPr>
            <w:tcW w:w="4617" w:type="dxa"/>
          </w:tcPr>
          <w:p w:rsidR="0085747A" w:rsidRPr="002C7394" w:rsidRDefault="00FA507B" w:rsidP="00161D0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C7394">
              <w:rPr>
                <w:rFonts w:ascii="Times New Roman" w:hAnsi="Times New Roman"/>
              </w:rPr>
              <w:t>50</w:t>
            </w:r>
          </w:p>
        </w:tc>
      </w:tr>
      <w:tr w:rsidR="00FA507B" w:rsidRPr="002C7394" w:rsidTr="002C7394">
        <w:tc>
          <w:tcPr>
            <w:tcW w:w="4903" w:type="dxa"/>
          </w:tcPr>
          <w:p w:rsidR="0085747A" w:rsidRPr="002C7394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C7394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17" w:type="dxa"/>
          </w:tcPr>
          <w:p w:rsidR="0085747A" w:rsidRPr="002C7394" w:rsidRDefault="002540F4" w:rsidP="00161D0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C7394">
              <w:rPr>
                <w:rFonts w:ascii="Times New Roman" w:hAnsi="Times New Roman"/>
                <w:b/>
              </w:rPr>
              <w:t>2</w:t>
            </w:r>
          </w:p>
        </w:tc>
      </w:tr>
    </w:tbl>
    <w:p w:rsidR="0085747A" w:rsidRPr="002C7394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2C7394">
        <w:rPr>
          <w:b w:val="0"/>
          <w:i/>
          <w:smallCaps w:val="0"/>
          <w:sz w:val="22"/>
        </w:rPr>
        <w:t xml:space="preserve">* </w:t>
      </w:r>
      <w:r w:rsidR="00C61DC5" w:rsidRPr="002C7394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2C7394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2C7394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2C7394">
        <w:rPr>
          <w:smallCaps w:val="0"/>
          <w:sz w:val="22"/>
        </w:rPr>
        <w:t xml:space="preserve">6. </w:t>
      </w:r>
      <w:r w:rsidR="0085747A" w:rsidRPr="002C7394">
        <w:rPr>
          <w:smallCaps w:val="0"/>
          <w:sz w:val="22"/>
        </w:rPr>
        <w:t>PRAKTYKI ZAWO</w:t>
      </w:r>
      <w:r w:rsidR="009C1331" w:rsidRPr="002C7394">
        <w:rPr>
          <w:smallCaps w:val="0"/>
          <w:sz w:val="22"/>
        </w:rPr>
        <w:t>DOWE W RAMACH PRZEDMIOTU</w:t>
      </w:r>
    </w:p>
    <w:p w:rsidR="0085747A" w:rsidRPr="002C7394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C7394" w:rsidTr="002C7394">
        <w:trPr>
          <w:trHeight w:val="397"/>
        </w:trPr>
        <w:tc>
          <w:tcPr>
            <w:tcW w:w="3544" w:type="dxa"/>
          </w:tcPr>
          <w:p w:rsidR="0085747A" w:rsidRPr="002C739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2C7394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C7394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2C7394" w:rsidTr="002C7394">
        <w:trPr>
          <w:trHeight w:val="397"/>
        </w:trPr>
        <w:tc>
          <w:tcPr>
            <w:tcW w:w="3544" w:type="dxa"/>
          </w:tcPr>
          <w:p w:rsidR="0085747A" w:rsidRPr="002C7394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C7394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C7394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2C7394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2C7394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2C7394">
        <w:rPr>
          <w:smallCaps w:val="0"/>
          <w:sz w:val="22"/>
        </w:rPr>
        <w:t xml:space="preserve">7. </w:t>
      </w:r>
      <w:r w:rsidR="0085747A" w:rsidRPr="002C7394">
        <w:rPr>
          <w:smallCaps w:val="0"/>
          <w:sz w:val="22"/>
        </w:rPr>
        <w:t>LITERATURA</w:t>
      </w:r>
      <w:r w:rsidRPr="002C7394">
        <w:rPr>
          <w:smallCaps w:val="0"/>
          <w:sz w:val="22"/>
        </w:rPr>
        <w:t xml:space="preserve"> </w:t>
      </w:r>
    </w:p>
    <w:p w:rsidR="00675843" w:rsidRPr="002C7394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C7394" w:rsidTr="002C7394">
        <w:trPr>
          <w:trHeight w:val="397"/>
        </w:trPr>
        <w:tc>
          <w:tcPr>
            <w:tcW w:w="7513" w:type="dxa"/>
          </w:tcPr>
          <w:p w:rsidR="0085747A" w:rsidRPr="002C7394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C7394">
              <w:rPr>
                <w:smallCaps w:val="0"/>
                <w:sz w:val="22"/>
              </w:rPr>
              <w:t>Literatura podstawowa:</w:t>
            </w:r>
          </w:p>
          <w:p w:rsidR="002C7394" w:rsidRPr="002C7394" w:rsidRDefault="002C7394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FA507B" w:rsidRPr="002C7394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1.J.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L.Flandrin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, Historia rodziny (przeł.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Kuryś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A.), Volumen: Liga Republikańska, Warszawa 1998,</w:t>
            </w:r>
          </w:p>
          <w:p w:rsidR="00FA507B" w:rsidRPr="002C7394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2.Gizowski M., Społeczno-ekonomiczny kontekst  przemiany modelu  rodziny na  przestrzeni dziejów świata zachodniego w epokach starożytności feudalizmu i kapitalizmu,  Roczniki Teologiczne, TOM LI, Zeszyt 10 /2007 r.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,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s.:303-317,</w:t>
            </w:r>
          </w:p>
          <w:p w:rsidR="00FA507B" w:rsidRPr="002C7394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3. Wypustek A. , Życie rodzinne starożytnych Greków, Ossolineum, Warszawa 2007,</w:t>
            </w:r>
            <w:r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br/>
              <w:t>4.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Pałubicki W.,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Iluk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J., Małżeństwo i rodzina w dawnym judaizmie i starożytności chrześcijańskiej Wydawnictwo Uniwersytetu Gdańskiego, Gdańsk 1995,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5. Winniczuk L., Ludzie, zwyczaje i obyczaje starożytnej Grecji i Rzymu, cz. I, Wydawnictwo Naukowe PWN, Warszawa 1985,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6. Nowak Z.H., Radzimiński A., Kobieta  i rodzina w średniowieczu i na  progu czasów nowożytnych, Wydawnictwo Uniwersytetu Adama Mickiewicza, Toruń 1998;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7. Rodzina w społeczeństwie antycznym i wczesnym chrześcijaństwie. Literatura, prawo, epigrafika, sztuka, (red. J.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Jundził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), Wydawnictwo Uczelniane WSP, Bydgoszcz 1995,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8.Dorida O., Panorama Oświecenia, Wydawnictwo Arkady, Warszawa  2008.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9.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Avies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 P. , Historia dzieciństwa. Dziecko i rodzina w dawnych czasach,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(przeł. Ochab M.) , Wydawnictwo Marabut, Gdańsk 1995,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10. Bogucka, M., Gorsza Płeć. Kobiety w dziejach Europy od antyku po wiek XXI,  Wydawnictwo Trio, Warszawa 2006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11.Bourdieu P., Męska dominacja, (przeł. L.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Koperewicz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), Biblioteka Myśli Socjologicznej, Oficyna Naukowa Warszawa  2004;</w:t>
            </w:r>
          </w:p>
          <w:p w:rsidR="00FA507B" w:rsidRPr="002C7394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12. Tyszka  Z., Socjologia  rodziny ,Wydawnictwo Naukowe PWN, Warszawa 1979,</w:t>
            </w:r>
          </w:p>
          <w:p w:rsidR="00FA507B" w:rsidRPr="002C7394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lastRenderedPageBreak/>
              <w:t>13. Adamski F., Rodzina – wymiar społeczno-kulturowy, Wydawnictwo Uniwersytetu Jagiellońskiego, Kraków 2007,</w:t>
            </w:r>
          </w:p>
          <w:p w:rsidR="00FA507B" w:rsidRPr="002C7394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14.Kocik L, Wzory małżeństwa i rodziny. Od tradycyjnej jednorodności do współczesnych skrajności, Krakowskie  Towarzystwo Edukacyjne, Kraków 2002,</w:t>
            </w:r>
          </w:p>
          <w:p w:rsidR="00FA507B" w:rsidRPr="002C7394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15.Kawula  S., Kształty rodziny współczesnej. Szkice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familiologiczne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, Wydawnictwo A. Marszałek, Toruń 2008;</w:t>
            </w:r>
          </w:p>
          <w:p w:rsidR="00FA507B" w:rsidRPr="002C7394" w:rsidRDefault="00FA507B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16.Szlendak T., Socjologia rodziny. Ewolucja, historia,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zróżnicowanie,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Wydawnictwo Naukowe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PWN, Warszawa 2010,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17.Giza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-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Poleszczuk A., Rodzina a system społeczny. Reprodukcja i kooperacja  w perspektywie interdyscyplinarnej, Uniwersytet Warszawski, Warszawa 2005,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18.Czekajewska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J., Przemiany życia rodzinnego. Studium etyczne, Wydawnictwo Tako, Toruń 2014;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19.Szwarc A., Zmiany stanu cywilnego we współczesnej Europie -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kierunek przemiany oraz ich determinanty,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Państwowa Szkoła Wyższa im.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Jana Pawła II w Białej Podlaskiej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,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Rozprawy Społeczne 2017 r, Tom 11, nr 3,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s.:14-21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,</w:t>
            </w:r>
          </w:p>
          <w:p w:rsidR="00FA507B" w:rsidRPr="002C7394" w:rsidRDefault="00FA507B" w:rsidP="00FA507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>20.Slany K.,</w:t>
            </w:r>
            <w:r w:rsidR="00C0492C"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>Altenatywne</w:t>
            </w:r>
            <w:proofErr w:type="spellEnd"/>
            <w:r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formy życia małżeńsko</w:t>
            </w:r>
            <w:r w:rsidR="00C0492C"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>-</w:t>
            </w:r>
            <w:r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>rodzinnego w ponowoczesnym świeci</w:t>
            </w:r>
            <w:r w:rsidR="00C0492C"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>e</w:t>
            </w:r>
            <w:r w:rsidRPr="002C7394">
              <w:rPr>
                <w:rFonts w:ascii="Times New Roman" w:eastAsia="SimSun" w:hAnsi="Times New Roman"/>
                <w:kern w:val="3"/>
                <w:lang w:eastAsia="zh-CN" w:bidi="hi-IN"/>
              </w:rPr>
              <w:t>, Kraków 2002;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>21.</w:t>
            </w:r>
            <w:r w:rsidR="00C0492C"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>Kwak A.,</w:t>
            </w:r>
            <w:r w:rsidR="00C0492C"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>Współczesne związki heteroseksualne: małżeństwa (dobrowolnie  bezdzietne),</w:t>
            </w:r>
            <w:r w:rsidR="00C0492C"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 xml:space="preserve"> </w:t>
            </w:r>
            <w:proofErr w:type="spellStart"/>
            <w:r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>kohabitacje</w:t>
            </w:r>
            <w:proofErr w:type="spellEnd"/>
            <w:r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>,</w:t>
            </w:r>
            <w:r w:rsidR="00C0492C"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>LAT; Wydawnictwo Akademickie Żak,</w:t>
            </w:r>
            <w:r w:rsidR="00C0492C"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>Warszawa 2014</w:t>
            </w:r>
            <w:r w:rsidR="00C0492C"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>,</w:t>
            </w:r>
            <w:r w:rsidRPr="002C7394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 xml:space="preserve">  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22.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Czernecka J., Wielkomiejscy single,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Wydawnictwo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PolteX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, Warszawa 2011;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23.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Żurek A. , Single.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Życie w pojedynkę, Wydawnictwo Naukowe UAM , Poznań 2008,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24.Kuklińska K.L,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Singlizm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nowy styl życia w ponowoczesnym świecie,  Wydawnictwo Trio,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Warszawa 2013,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25.Balcerek M.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,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Międzynarodowa ochrona  praw dziecka, Wydawnictwa Szkolne  i Pedagogiczne, Warszawa 1988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,</w:t>
            </w:r>
          </w:p>
          <w:p w:rsidR="00FA507B" w:rsidRPr="002C7394" w:rsidRDefault="00FA507B" w:rsidP="00FA507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26.Kodeks rodzinny i opiekuńczy.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Twoje  Prawo 2019 ,Stan prawny 1 września 2019, wydawnictwo C. H. Beck , Warszawa 2019 ;</w:t>
            </w:r>
          </w:p>
          <w:p w:rsidR="00FA507B" w:rsidRPr="002C7394" w:rsidRDefault="00FA507B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27.Ciszewski J.,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E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uropejskie prawo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małżeńskie  i dotycz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ą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ce odpowiedzialności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rodzicielskiej,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Wydawnictwo 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C.H.Beck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,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Warszawa 2004.</w:t>
            </w:r>
          </w:p>
        </w:tc>
      </w:tr>
      <w:tr w:rsidR="0085747A" w:rsidRPr="002C7394" w:rsidTr="002C7394">
        <w:trPr>
          <w:trHeight w:val="397"/>
        </w:trPr>
        <w:tc>
          <w:tcPr>
            <w:tcW w:w="7513" w:type="dxa"/>
          </w:tcPr>
          <w:p w:rsidR="0085747A" w:rsidRPr="002C7394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C7394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2C7394" w:rsidRPr="002C7394" w:rsidRDefault="002C7394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1.Wychowanie w rodzinie od starożytności po wiek XX, (red. Jundziłł J.), Wydawnictwo WSP, Bydgoszcz 1994;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2.Wojciszke B., Psychologia miłości. Namiętność, intymność, zaangażowanie, Gdańskie Wydawnictwo  Psychologiczne, Gdańsk 2019;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3.Kotlarska-Michalska A.,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Małżeństwo, związek, wspólnota, instytucja, podsystem rodzaj stosunku społecznego, Roczniki Socjologii Rodziny, t.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X ,1998, s.:49-66;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4.Buss D., Ewolucja pożądania, Gdańskie Wydawnictwo Psychologiczne Gdańsk2014;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5.BaumanZ., Ponowoczesność, jako źródło cierpień, Wydawnictwo SIC!, Warszawa 2000;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6.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Boudillard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J., Społeczeństwo konsumpcyjne jego mity i struktury, Wydawnictwo Sic!, Warszawa 2006;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7.Kocik L. Rodzina w obliczu wartości i wzorów ponowoczesnego życia, Oficyna Wydawnicza AFM, Kraków 2006,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8.Współczesna  rodzina, Szanse – zagrożenia- kierunek przemian, (red.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Pujer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 K), Wydawca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Exante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, Wrocław 2016;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9.Sirojć Z. ,Globalizacja kultury, Międzynarodowe Studia  Humanistyczne Społeczeństwo i Eduk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a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cja  1/2012,s. 149 -155;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10.Zalety i wady życia w rodzinie  i poza  nią. Szkice socjologiczne oraz  interdyscyplinarne,(red. Kotlarska-Michalska A.), Wydawnictwo Naukowe UAM, Poznań,</w:t>
            </w:r>
          </w:p>
          <w:p w:rsidR="00C0492C" w:rsidRPr="002C7394" w:rsidRDefault="00736AD8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11. </w:t>
            </w:r>
            <w:r w:rsidR="00C0492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Małżeństwo i rodzina w ponowoczesności. Szanse i zagrożenia- patologie, (red. Muszyński W. , Sikora E.), Wydawnictwo A. Marszałek , Toruń 2008;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2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.Harwas Napierała B., Znaczenie  przemian współczesnej rodziny dla rozwoju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lastRenderedPageBreak/>
              <w:t>człowieka, Psychologia Rozwojowa, Wydawca: Polskie Stowarzyszenie Psychologii Rozwoju Człowieka , Kraków 2008, t.13, nr 3, s:21-27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3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.Instytucja rodziny. Wczoraj i dziś. Między prawem a rynkiem (Stępkowska K. M., Stępkowska K.J., Politechnika  Lubelska, Cop</w:t>
            </w:r>
            <w:r w:rsidR="00F4266C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y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right by </w:t>
            </w:r>
            <w:proofErr w:type="spellStart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Authors</w:t>
            </w:r>
            <w:proofErr w:type="spellEnd"/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, T.1, T.2, Lublin 2012;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4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.Ruszkiewicz D., Życie w pojedynkę  - ucieczka  czy znak naszych czasów , Wydawnictwo Wyższej Szkoły Humanistyczno-Ekonomicznej, Łódź 2008;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5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.D.Duch-Krzystoszek, Kto rządzi w rodzinie. Socjologiczna  analiza relacji w małżeństwie, Wydawnictwo IFIS PAN, Warszawa 2007;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6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.Gębuś A., Rodzina?, Tak, ale  jaka?, Wydawnictwo Akademickie Żak, Warszawa 2005;</w:t>
            </w:r>
          </w:p>
          <w:p w:rsidR="00C0492C" w:rsidRPr="002C7394" w:rsidRDefault="00C0492C" w:rsidP="00C0492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 xml:space="preserve">7. 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Sikorska M. , Nowa matka , nowy ojciec, nowe  dziecko o nowym układzie sił w polskich  rodzinach , Warszawa 2009;</w:t>
            </w:r>
          </w:p>
          <w:p w:rsidR="00C0492C" w:rsidRPr="002C7394" w:rsidRDefault="00C0492C" w:rsidP="00C0492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</w:pP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1</w:t>
            </w:r>
            <w:r w:rsidR="00736AD8"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8</w:t>
            </w:r>
            <w:r w:rsidRPr="002C7394">
              <w:rPr>
                <w:rFonts w:ascii="Times New Roman" w:eastAsia="SimSun" w:hAnsi="Times New Roman"/>
                <w:color w:val="000000"/>
                <w:kern w:val="3"/>
                <w:lang w:eastAsia="zh-CN" w:bidi="hi-IN"/>
              </w:rPr>
              <w:t>.Ludzie na huśtawce. Migracje między peryferiami Polski i Zachodu, (red. Jaźwińska E. , Okólski M.), Wydawnictwo Naukowe Scholar, Warszawa 2001;</w:t>
            </w:r>
          </w:p>
          <w:p w:rsidR="00C0492C" w:rsidRPr="002C7394" w:rsidRDefault="00C0492C" w:rsidP="00C0492C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2C7394">
              <w:rPr>
                <w:rFonts w:eastAsia="SimSun"/>
                <w:b w:val="0"/>
                <w:smallCaps w:val="0"/>
                <w:color w:val="000000"/>
                <w:kern w:val="3"/>
                <w:sz w:val="22"/>
                <w:lang w:eastAsia="zh-CN" w:bidi="hi-IN"/>
              </w:rPr>
              <w:t>1</w:t>
            </w:r>
            <w:r w:rsidR="00736AD8" w:rsidRPr="002C7394">
              <w:rPr>
                <w:rFonts w:eastAsia="SimSun"/>
                <w:b w:val="0"/>
                <w:smallCaps w:val="0"/>
                <w:color w:val="000000"/>
                <w:kern w:val="3"/>
                <w:sz w:val="22"/>
                <w:lang w:eastAsia="zh-CN" w:bidi="hi-IN"/>
              </w:rPr>
              <w:t>9</w:t>
            </w:r>
            <w:r w:rsidRPr="002C7394">
              <w:rPr>
                <w:rFonts w:eastAsia="SimSun"/>
                <w:b w:val="0"/>
                <w:smallCaps w:val="0"/>
                <w:color w:val="000000"/>
                <w:kern w:val="3"/>
                <w:sz w:val="22"/>
                <w:lang w:eastAsia="zh-CN" w:bidi="hi-IN"/>
              </w:rPr>
              <w:t>.Konwencja o Ochronie Praw Człowieka i Podstawowych wolności, Komentarz T.I, (red. Gardocki L.), Wydawnictwo C.H. BECK, Warszawa</w:t>
            </w:r>
            <w:r w:rsidR="00736AD8" w:rsidRPr="002C7394">
              <w:rPr>
                <w:rFonts w:eastAsia="SimSun"/>
                <w:b w:val="0"/>
                <w:smallCaps w:val="0"/>
                <w:color w:val="000000"/>
                <w:kern w:val="3"/>
                <w:sz w:val="22"/>
                <w:lang w:eastAsia="zh-CN" w:bidi="hi-IN"/>
              </w:rPr>
              <w:t xml:space="preserve"> </w:t>
            </w:r>
            <w:r w:rsidRPr="002C7394">
              <w:rPr>
                <w:rFonts w:eastAsia="SimSun"/>
                <w:b w:val="0"/>
                <w:smallCaps w:val="0"/>
                <w:color w:val="000000"/>
                <w:kern w:val="3"/>
                <w:sz w:val="22"/>
                <w:lang w:eastAsia="zh-CN" w:bidi="hi-IN"/>
              </w:rPr>
              <w:t>2010.</w:t>
            </w:r>
          </w:p>
        </w:tc>
      </w:tr>
    </w:tbl>
    <w:p w:rsidR="0085747A" w:rsidRPr="002C7394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2C7394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2C7394" w:rsidRDefault="0085747A" w:rsidP="00F83B28">
      <w:pPr>
        <w:pStyle w:val="Punktygwne"/>
        <w:spacing w:before="0" w:after="0"/>
        <w:ind w:left="360"/>
        <w:rPr>
          <w:sz w:val="22"/>
        </w:rPr>
      </w:pPr>
      <w:r w:rsidRPr="002C7394">
        <w:rPr>
          <w:smallCaps w:val="0"/>
          <w:sz w:val="22"/>
        </w:rPr>
        <w:t>Akceptacja Kierownika Jednostki lub osoby upoważnionej</w:t>
      </w:r>
    </w:p>
    <w:sectPr w:rsidR="0085747A" w:rsidRPr="002C739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D63" w:rsidRDefault="006A0D63" w:rsidP="00C16ABF">
      <w:pPr>
        <w:spacing w:after="0" w:line="240" w:lineRule="auto"/>
      </w:pPr>
      <w:r>
        <w:separator/>
      </w:r>
    </w:p>
  </w:endnote>
  <w:endnote w:type="continuationSeparator" w:id="0">
    <w:p w:rsidR="006A0D63" w:rsidRDefault="006A0D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D63" w:rsidRDefault="006A0D63" w:rsidP="00C16ABF">
      <w:pPr>
        <w:spacing w:after="0" w:line="240" w:lineRule="auto"/>
      </w:pPr>
      <w:r>
        <w:separator/>
      </w:r>
    </w:p>
  </w:footnote>
  <w:footnote w:type="continuationSeparator" w:id="0">
    <w:p w:rsidR="006A0D63" w:rsidRDefault="006A0D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3D27C5"/>
    <w:multiLevelType w:val="hybridMultilevel"/>
    <w:tmpl w:val="5B8699C2"/>
    <w:lvl w:ilvl="0" w:tplc="8110B800">
      <w:start w:val="7"/>
      <w:numFmt w:val="bullet"/>
      <w:lvlText w:val="-"/>
      <w:lvlJc w:val="left"/>
      <w:pPr>
        <w:ind w:left="405" w:hanging="360"/>
      </w:pPr>
      <w:rPr>
        <w:rFonts w:ascii="Corbel" w:eastAsia="SimSun" w:hAnsi="Corbel" w:cs="Mangal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49522561"/>
    <w:multiLevelType w:val="hybridMultilevel"/>
    <w:tmpl w:val="2C645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04C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0E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0F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394"/>
    <w:rsid w:val="002D3375"/>
    <w:rsid w:val="002D73D4"/>
    <w:rsid w:val="002F02A3"/>
    <w:rsid w:val="002F4ABE"/>
    <w:rsid w:val="003018BA"/>
    <w:rsid w:val="0030395F"/>
    <w:rsid w:val="00305C92"/>
    <w:rsid w:val="00314EF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7A7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0D63"/>
    <w:rsid w:val="006B6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D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3D82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C42"/>
    <w:rsid w:val="008B1066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E6D8D"/>
    <w:rsid w:val="008F12C9"/>
    <w:rsid w:val="008F6E29"/>
    <w:rsid w:val="00916188"/>
    <w:rsid w:val="00923D7D"/>
    <w:rsid w:val="009508DF"/>
    <w:rsid w:val="00950DAC"/>
    <w:rsid w:val="00954A07"/>
    <w:rsid w:val="00956799"/>
    <w:rsid w:val="00993D55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55E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92C"/>
    <w:rsid w:val="00C05176"/>
    <w:rsid w:val="00C058B4"/>
    <w:rsid w:val="00C05F44"/>
    <w:rsid w:val="00C131B5"/>
    <w:rsid w:val="00C16ABF"/>
    <w:rsid w:val="00C170AE"/>
    <w:rsid w:val="00C26CB7"/>
    <w:rsid w:val="00C324C1"/>
    <w:rsid w:val="00C36992"/>
    <w:rsid w:val="00C46C72"/>
    <w:rsid w:val="00C56036"/>
    <w:rsid w:val="00C61DC5"/>
    <w:rsid w:val="00C67E92"/>
    <w:rsid w:val="00C70A26"/>
    <w:rsid w:val="00C766DF"/>
    <w:rsid w:val="00C87531"/>
    <w:rsid w:val="00C94B98"/>
    <w:rsid w:val="00CA2B96"/>
    <w:rsid w:val="00CA5089"/>
    <w:rsid w:val="00CA773C"/>
    <w:rsid w:val="00CB42CB"/>
    <w:rsid w:val="00CD6897"/>
    <w:rsid w:val="00CE5BAC"/>
    <w:rsid w:val="00CE72DC"/>
    <w:rsid w:val="00CF25BE"/>
    <w:rsid w:val="00CF78ED"/>
    <w:rsid w:val="00D02B25"/>
    <w:rsid w:val="00D02EBA"/>
    <w:rsid w:val="00D17C3C"/>
    <w:rsid w:val="00D26B2C"/>
    <w:rsid w:val="00D31198"/>
    <w:rsid w:val="00D31F50"/>
    <w:rsid w:val="00D34C9D"/>
    <w:rsid w:val="00D352C9"/>
    <w:rsid w:val="00D35DE2"/>
    <w:rsid w:val="00D425B2"/>
    <w:rsid w:val="00D428D6"/>
    <w:rsid w:val="00D50A1C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66C"/>
    <w:rsid w:val="00F526AF"/>
    <w:rsid w:val="00F617C3"/>
    <w:rsid w:val="00F7066B"/>
    <w:rsid w:val="00F83B28"/>
    <w:rsid w:val="00FA46E5"/>
    <w:rsid w:val="00FA507B"/>
    <w:rsid w:val="00FB7DBA"/>
    <w:rsid w:val="00FC0050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C39F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otnoteanchor">
    <w:name w:val="Footnote anchor"/>
    <w:rsid w:val="00D34C9D"/>
    <w:rPr>
      <w:position w:val="0"/>
      <w:vertAlign w:val="superscript"/>
    </w:rPr>
  </w:style>
  <w:style w:type="paragraph" w:customStyle="1" w:styleId="Standard">
    <w:name w:val="Standard"/>
    <w:rsid w:val="008A4C42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FC78B-2DBA-48BA-9829-F271AE0E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1903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2021-01-11T13:44:00Z</dcterms:created>
  <dcterms:modified xsi:type="dcterms:W3CDTF">2021-01-11T13:44:00Z</dcterms:modified>
</cp:coreProperties>
</file>